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438" w:rsidRDefault="00CB7438" w:rsidP="00DD3A51">
      <w:pPr>
        <w:pStyle w:val="Heading1"/>
        <w:spacing w:after="0"/>
      </w:pPr>
      <w:r w:rsidRPr="00030B86">
        <w:t>T</w:t>
      </w:r>
      <w:r w:rsidRPr="00443AB3">
        <w:t>rades R</w:t>
      </w:r>
      <w:r w:rsidRPr="00AE5CC5">
        <w:t>ecognition Australia Review Request Form</w:t>
      </w:r>
    </w:p>
    <w:p w:rsidR="00EE13C6" w:rsidRPr="00C02EAC" w:rsidRDefault="00EE13C6" w:rsidP="00DD3A51">
      <w:pPr>
        <w:jc w:val="center"/>
        <w:rPr>
          <w:b w:val="0"/>
          <w:color w:val="FF0000"/>
          <w:sz w:val="20"/>
          <w:szCs w:val="20"/>
        </w:rPr>
      </w:pPr>
      <w:r w:rsidRPr="00C02EAC">
        <w:rPr>
          <w:b w:val="0"/>
          <w:color w:val="FF0000"/>
          <w:sz w:val="20"/>
          <w:szCs w:val="20"/>
        </w:rPr>
        <w:t>Please note a review will only reconsider the documents provided with the original application.</w:t>
      </w:r>
    </w:p>
    <w:p w:rsidR="00EE13C6" w:rsidRPr="00C02EAC" w:rsidRDefault="00EE13C6" w:rsidP="00DD3A51">
      <w:pPr>
        <w:jc w:val="center"/>
        <w:rPr>
          <w:b w:val="0"/>
          <w:color w:val="FF0000"/>
          <w:sz w:val="20"/>
          <w:szCs w:val="20"/>
        </w:rPr>
      </w:pPr>
      <w:r w:rsidRPr="00C02EAC">
        <w:rPr>
          <w:b w:val="0"/>
          <w:color w:val="FF0000"/>
          <w:sz w:val="20"/>
          <w:szCs w:val="20"/>
        </w:rPr>
        <w:t>New evidence will not be considered; it must be submitted under a new application.</w:t>
      </w:r>
    </w:p>
    <w:p w:rsidR="00EE13C6" w:rsidRPr="00EE13C6" w:rsidRDefault="00EE13C6" w:rsidP="00DD3A5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567"/>
        <w:gridCol w:w="1843"/>
        <w:gridCol w:w="284"/>
        <w:gridCol w:w="3854"/>
      </w:tblGrid>
      <w:tr w:rsidR="00030B86" w:rsidRPr="00AE5CC5" w:rsidTr="003F6FFA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7438" w:rsidRPr="00DD3A51" w:rsidRDefault="00F47056" w:rsidP="00F47056">
            <w:r>
              <w:t>Applicant Name</w:t>
            </w:r>
          </w:p>
        </w:tc>
        <w:tc>
          <w:tcPr>
            <w:tcW w:w="5981" w:type="dxa"/>
            <w:gridSpan w:val="3"/>
            <w:tcBorders>
              <w:top w:val="nil"/>
              <w:left w:val="nil"/>
              <w:right w:val="nil"/>
            </w:tcBorders>
          </w:tcPr>
          <w:p w:rsidR="00CB7438" w:rsidRPr="00AE5CC5" w:rsidRDefault="00CB7438" w:rsidP="00DD3A51"/>
        </w:tc>
      </w:tr>
      <w:tr w:rsidR="00030B86" w:rsidRPr="00AE5CC5" w:rsidTr="003F6FFA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7438" w:rsidRPr="00DD3A51" w:rsidRDefault="00F47056" w:rsidP="00F47056">
            <w:r>
              <w:t>TRA reference number</w:t>
            </w:r>
          </w:p>
        </w:tc>
        <w:tc>
          <w:tcPr>
            <w:tcW w:w="5981" w:type="dxa"/>
            <w:gridSpan w:val="3"/>
            <w:tcBorders>
              <w:left w:val="nil"/>
              <w:right w:val="nil"/>
            </w:tcBorders>
          </w:tcPr>
          <w:p w:rsidR="00CB7438" w:rsidRPr="00AE5CC5" w:rsidRDefault="00CB7438" w:rsidP="00DD3A51"/>
        </w:tc>
      </w:tr>
      <w:tr w:rsidR="00AE5CC5" w:rsidRPr="00AE5CC5" w:rsidTr="003F6FFA">
        <w:trPr>
          <w:trHeight w:val="282"/>
        </w:trPr>
        <w:tc>
          <w:tcPr>
            <w:tcW w:w="351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518FB" w:rsidRPr="00DD3A51" w:rsidRDefault="00D518FB" w:rsidP="00C02EAC">
            <w:r w:rsidRPr="00DD3A51">
              <w:t xml:space="preserve">Address </w:t>
            </w:r>
            <w:r w:rsidRPr="00DD3A51">
              <w:br/>
            </w:r>
          </w:p>
        </w:tc>
        <w:tc>
          <w:tcPr>
            <w:tcW w:w="5981" w:type="dxa"/>
            <w:gridSpan w:val="3"/>
            <w:tcBorders>
              <w:left w:val="nil"/>
              <w:right w:val="nil"/>
            </w:tcBorders>
          </w:tcPr>
          <w:p w:rsidR="00D518FB" w:rsidRPr="00AE5CC5" w:rsidRDefault="00D518FB" w:rsidP="00DD3A51"/>
        </w:tc>
      </w:tr>
      <w:tr w:rsidR="00AE5CC5" w:rsidRPr="00AE5CC5" w:rsidTr="003F6FFA">
        <w:trPr>
          <w:trHeight w:val="281"/>
        </w:trPr>
        <w:tc>
          <w:tcPr>
            <w:tcW w:w="351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518FB" w:rsidRPr="00AE5CC5" w:rsidRDefault="00D518FB" w:rsidP="00DD3A51"/>
        </w:tc>
        <w:tc>
          <w:tcPr>
            <w:tcW w:w="5981" w:type="dxa"/>
            <w:gridSpan w:val="3"/>
            <w:tcBorders>
              <w:left w:val="nil"/>
              <w:right w:val="nil"/>
            </w:tcBorders>
          </w:tcPr>
          <w:p w:rsidR="00D518FB" w:rsidRPr="00AE5CC5" w:rsidRDefault="00D518FB" w:rsidP="00DD3A51"/>
        </w:tc>
      </w:tr>
      <w:tr w:rsidR="00030B86" w:rsidRPr="00AE5CC5" w:rsidTr="00EE13C6">
        <w:trPr>
          <w:trHeight w:val="60"/>
        </w:trPr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7438" w:rsidRPr="00AE5CC5" w:rsidRDefault="00CB7438" w:rsidP="00DD3A51"/>
        </w:tc>
        <w:tc>
          <w:tcPr>
            <w:tcW w:w="5981" w:type="dxa"/>
            <w:gridSpan w:val="3"/>
            <w:tcBorders>
              <w:left w:val="nil"/>
              <w:right w:val="nil"/>
            </w:tcBorders>
          </w:tcPr>
          <w:p w:rsidR="00CB7438" w:rsidRPr="00AE5CC5" w:rsidRDefault="00CB7438" w:rsidP="00DD3A51"/>
        </w:tc>
      </w:tr>
      <w:tr w:rsidR="00AE5CC5" w:rsidRPr="00AE5CC5" w:rsidTr="003F6FFA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8FB" w:rsidRPr="00AE5CC5" w:rsidRDefault="00D518FB" w:rsidP="00DD3A51"/>
        </w:tc>
        <w:tc>
          <w:tcPr>
            <w:tcW w:w="5981" w:type="dxa"/>
            <w:gridSpan w:val="3"/>
            <w:tcBorders>
              <w:left w:val="nil"/>
              <w:bottom w:val="nil"/>
              <w:right w:val="nil"/>
            </w:tcBorders>
          </w:tcPr>
          <w:p w:rsidR="00D518FB" w:rsidRPr="00AE5CC5" w:rsidRDefault="00D518FB" w:rsidP="00DD3A51"/>
        </w:tc>
      </w:tr>
      <w:tr w:rsidR="00AE5CC5" w:rsidRPr="00AE5CC5" w:rsidTr="003F6FFA">
        <w:tc>
          <w:tcPr>
            <w:tcW w:w="94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7438" w:rsidRPr="00DD3A51" w:rsidRDefault="00CB7438" w:rsidP="00DD3A51">
            <w:r w:rsidRPr="00DD3A51">
              <w:t>Has your address changed since your original application to TRA?</w:t>
            </w:r>
          </w:p>
        </w:tc>
      </w:tr>
      <w:tr w:rsidR="00AE5CC5" w:rsidRPr="00AE5CC5" w:rsidTr="00EE13C6"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7438" w:rsidRPr="00AE5CC5" w:rsidRDefault="00CB7438" w:rsidP="00DD3A51">
            <w:r w:rsidRPr="00AE5CC5">
              <w:sym w:font="Wingdings" w:char="F06F"/>
            </w:r>
            <w:r w:rsidRPr="00AE5CC5">
              <w:t xml:space="preserve"> </w:t>
            </w:r>
            <w:r w:rsidRPr="00DD3A51">
              <w:rPr>
                <w:b w:val="0"/>
              </w:rPr>
              <w:t>Yes</w:t>
            </w:r>
          </w:p>
        </w:tc>
        <w:tc>
          <w:tcPr>
            <w:tcW w:w="4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7438" w:rsidRPr="00AE5CC5" w:rsidRDefault="00CB7438" w:rsidP="00DD3A51">
            <w:r w:rsidRPr="00AE5CC5">
              <w:sym w:font="Wingdings" w:char="F06F"/>
            </w:r>
            <w:r w:rsidRPr="00AE5CC5">
              <w:t xml:space="preserve"> </w:t>
            </w:r>
            <w:r w:rsidRPr="00DD3A51">
              <w:rPr>
                <w:b w:val="0"/>
              </w:rPr>
              <w:t>No</w:t>
            </w:r>
          </w:p>
        </w:tc>
      </w:tr>
      <w:tr w:rsidR="00B01800" w:rsidRPr="00AE5CC5" w:rsidTr="003F6FFA">
        <w:tc>
          <w:tcPr>
            <w:tcW w:w="94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01800" w:rsidRPr="00AE5CC5" w:rsidRDefault="00B01800" w:rsidP="00DD3A51"/>
        </w:tc>
      </w:tr>
      <w:tr w:rsidR="00AE5CC5" w:rsidRPr="00AE5CC5" w:rsidTr="003F6FFA">
        <w:tc>
          <w:tcPr>
            <w:tcW w:w="94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7438" w:rsidRPr="00AE5CC5" w:rsidRDefault="00D74085" w:rsidP="00DD3A51">
            <w:r>
              <w:t>Applicant Contact Details</w:t>
            </w:r>
          </w:p>
        </w:tc>
      </w:tr>
      <w:tr w:rsidR="00030B86" w:rsidRPr="00AE5CC5" w:rsidTr="003F6FFA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7438" w:rsidRPr="00AE5CC5" w:rsidRDefault="00CB7438" w:rsidP="00DD3A51">
            <w:r w:rsidRPr="00AE5CC5">
              <w:sym w:font="Wingdings" w:char="F06F"/>
            </w:r>
            <w:r w:rsidRPr="00AE5CC5">
              <w:t xml:space="preserve"> </w:t>
            </w:r>
            <w:r w:rsidRPr="00DD3A51">
              <w:rPr>
                <w:b w:val="0"/>
              </w:rPr>
              <w:t>Email</w:t>
            </w:r>
          </w:p>
        </w:tc>
        <w:tc>
          <w:tcPr>
            <w:tcW w:w="59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7438" w:rsidRPr="00443AB3" w:rsidRDefault="00CB7438" w:rsidP="00DD3A51"/>
        </w:tc>
      </w:tr>
      <w:tr w:rsidR="00030B86" w:rsidRPr="00AE5CC5" w:rsidTr="003F6FFA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7438" w:rsidRPr="00AE5CC5" w:rsidRDefault="00CB7438" w:rsidP="00DD3A51">
            <w:r w:rsidRPr="00AE5CC5">
              <w:sym w:font="Wingdings" w:char="F06F"/>
            </w:r>
            <w:r w:rsidRPr="00DD3A51">
              <w:rPr>
                <w:b w:val="0"/>
              </w:rPr>
              <w:t xml:space="preserve"> Telephone</w:t>
            </w:r>
          </w:p>
        </w:tc>
        <w:tc>
          <w:tcPr>
            <w:tcW w:w="5981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CB7438" w:rsidRPr="00443AB3" w:rsidRDefault="00CB7438" w:rsidP="00DD3A51"/>
        </w:tc>
      </w:tr>
      <w:tr w:rsidR="00AE5CC5" w:rsidRPr="00AE5CC5" w:rsidTr="003F6FFA">
        <w:tc>
          <w:tcPr>
            <w:tcW w:w="94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18FB" w:rsidRPr="00AE5CC5" w:rsidRDefault="00D518FB" w:rsidP="00DD3A51"/>
        </w:tc>
      </w:tr>
      <w:tr w:rsidR="00AE5CC5" w:rsidRPr="00AE5CC5" w:rsidTr="003F6FFA">
        <w:tc>
          <w:tcPr>
            <w:tcW w:w="94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7438" w:rsidRPr="00271D95" w:rsidRDefault="00CB7438" w:rsidP="00936FED">
            <w:r w:rsidRPr="00AE5CC5">
              <w:t>Agent/</w:t>
            </w:r>
            <w:r w:rsidR="00045C47">
              <w:t xml:space="preserve">Authorised </w:t>
            </w:r>
            <w:r w:rsidRPr="00AE5CC5">
              <w:t>Representative Name (if applicable)</w:t>
            </w:r>
            <w:r w:rsidR="00271D95">
              <w:t xml:space="preserve"> </w:t>
            </w:r>
            <w:r w:rsidR="00271D95" w:rsidRPr="00C02EAC">
              <w:rPr>
                <w:b w:val="0"/>
              </w:rPr>
              <w:t>____________________________________________________________________________________</w:t>
            </w:r>
          </w:p>
        </w:tc>
      </w:tr>
      <w:tr w:rsidR="00AE5CC5" w:rsidRPr="00AE5CC5" w:rsidTr="003F6FFA">
        <w:tc>
          <w:tcPr>
            <w:tcW w:w="94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8FB" w:rsidRPr="00AE5CC5" w:rsidRDefault="00D518FB" w:rsidP="00DD3A51"/>
        </w:tc>
      </w:tr>
      <w:tr w:rsidR="00AE5CC5" w:rsidRPr="00AE5CC5" w:rsidTr="003F6FFA">
        <w:tc>
          <w:tcPr>
            <w:tcW w:w="949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8FB" w:rsidRPr="00AE5CC5" w:rsidRDefault="00D518FB" w:rsidP="00DD3A51"/>
        </w:tc>
      </w:tr>
      <w:tr w:rsidR="00AE5CC5" w:rsidRPr="00AE5CC5" w:rsidTr="003F6FFA">
        <w:tc>
          <w:tcPr>
            <w:tcW w:w="94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7438" w:rsidRPr="00AE5CC5" w:rsidRDefault="00F47056" w:rsidP="00C02EAC">
            <w:r>
              <w:t>Agent/</w:t>
            </w:r>
            <w:r w:rsidR="00045C47">
              <w:t xml:space="preserve">Authorised </w:t>
            </w:r>
            <w:r w:rsidR="00CB7438" w:rsidRPr="00AE5CC5">
              <w:t xml:space="preserve">Representative </w:t>
            </w:r>
            <w:r w:rsidR="00271D95">
              <w:t>Address</w:t>
            </w:r>
            <w:r w:rsidR="00CB7438" w:rsidRPr="00AE5CC5">
              <w:t xml:space="preserve"> (if applicable)</w:t>
            </w:r>
          </w:p>
        </w:tc>
      </w:tr>
      <w:tr w:rsidR="00AE5CC5" w:rsidRPr="00AE5CC5" w:rsidTr="003F6FFA">
        <w:tc>
          <w:tcPr>
            <w:tcW w:w="94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8FB" w:rsidRPr="00AE5CC5" w:rsidRDefault="00D518FB" w:rsidP="00DD3A51"/>
        </w:tc>
      </w:tr>
      <w:tr w:rsidR="002F7B09" w:rsidRPr="00AE5CC5" w:rsidTr="003F6FFA">
        <w:tc>
          <w:tcPr>
            <w:tcW w:w="94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7B09" w:rsidRPr="00AE5CC5" w:rsidRDefault="002F7B09" w:rsidP="00DD3A51"/>
        </w:tc>
      </w:tr>
      <w:tr w:rsidR="00443AB3" w:rsidRPr="00AE5CC5" w:rsidTr="00EE13C6">
        <w:tc>
          <w:tcPr>
            <w:tcW w:w="5353" w:type="dxa"/>
            <w:gridSpan w:val="3"/>
            <w:tcBorders>
              <w:left w:val="nil"/>
              <w:bottom w:val="nil"/>
              <w:right w:val="nil"/>
            </w:tcBorders>
          </w:tcPr>
          <w:p w:rsidR="00CB7438" w:rsidRPr="00AE5CC5" w:rsidRDefault="00CB7438" w:rsidP="00DD3A51"/>
        </w:tc>
        <w:tc>
          <w:tcPr>
            <w:tcW w:w="4138" w:type="dxa"/>
            <w:gridSpan w:val="2"/>
            <w:tcBorders>
              <w:left w:val="nil"/>
              <w:bottom w:val="nil"/>
              <w:right w:val="nil"/>
            </w:tcBorders>
          </w:tcPr>
          <w:p w:rsidR="00CB7438" w:rsidRPr="00AE5CC5" w:rsidRDefault="00CB7438" w:rsidP="00DD3A51"/>
        </w:tc>
      </w:tr>
      <w:tr w:rsidR="00AE5CC5" w:rsidRPr="00AE5CC5" w:rsidTr="003F6FFA">
        <w:tc>
          <w:tcPr>
            <w:tcW w:w="94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7438" w:rsidRDefault="00CB7438" w:rsidP="00DD3A51">
            <w:r w:rsidRPr="00AE5CC5">
              <w:t xml:space="preserve">Please tick which program </w:t>
            </w:r>
            <w:r w:rsidRPr="00443AB3">
              <w:t>your re</w:t>
            </w:r>
            <w:r w:rsidRPr="00AE5CC5">
              <w:t>view relates to:</w:t>
            </w:r>
          </w:p>
          <w:p w:rsidR="00271D95" w:rsidRPr="00AE5CC5" w:rsidRDefault="00271D95" w:rsidP="00DD3A51"/>
        </w:tc>
      </w:tr>
      <w:tr w:rsidR="00AE5CC5" w:rsidRPr="00AE5CC5" w:rsidTr="00EE13C6">
        <w:tc>
          <w:tcPr>
            <w:tcW w:w="5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7438" w:rsidRPr="00AE5CC5" w:rsidRDefault="00EE13C6" w:rsidP="00DD3A51">
            <w:r>
              <w:t xml:space="preserve">   </w:t>
            </w:r>
            <w:r w:rsidR="00CB7438" w:rsidRPr="00AE5CC5">
              <w:sym w:font="Wingdings" w:char="F06F"/>
            </w:r>
            <w:r w:rsidR="00CB7438" w:rsidRPr="00AE5CC5">
              <w:t xml:space="preserve"> </w:t>
            </w:r>
            <w:r w:rsidR="00CB7438" w:rsidRPr="00DD3A51">
              <w:rPr>
                <w:b w:val="0"/>
              </w:rPr>
              <w:t>Job Ready Program</w:t>
            </w:r>
            <w:r w:rsidRPr="00DD3A51">
              <w:rPr>
                <w:b w:val="0"/>
              </w:rPr>
              <w:t xml:space="preserve">    </w:t>
            </w:r>
            <w:r>
              <w:t xml:space="preserve">        </w:t>
            </w:r>
            <w:r w:rsidRPr="00AE5CC5">
              <w:sym w:font="Wingdings" w:char="F06F"/>
            </w:r>
            <w:r w:rsidRPr="00AE5CC5">
              <w:t xml:space="preserve"> </w:t>
            </w:r>
            <w:r w:rsidRPr="00DD3A51">
              <w:rPr>
                <w:b w:val="0"/>
              </w:rPr>
              <w:t xml:space="preserve">Migration Points Advice </w:t>
            </w: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CB7438" w:rsidRPr="00AE5CC5" w:rsidRDefault="00EE13C6" w:rsidP="00C02EAC">
            <w:r w:rsidRPr="00AE5CC5">
              <w:sym w:font="Wingdings" w:char="F06F"/>
            </w:r>
            <w:r w:rsidRPr="00AE5CC5">
              <w:t xml:space="preserve"> </w:t>
            </w:r>
            <w:r w:rsidRPr="00DD3A51">
              <w:rPr>
                <w:b w:val="0"/>
              </w:rPr>
              <w:t>Migration Skills Assessment</w:t>
            </w:r>
          </w:p>
        </w:tc>
      </w:tr>
      <w:tr w:rsidR="00AE5CC5" w:rsidRPr="00AE5CC5" w:rsidTr="00EE13C6"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7438" w:rsidRPr="00AE5CC5" w:rsidRDefault="00CB7438" w:rsidP="00DD3A51"/>
        </w:tc>
        <w:tc>
          <w:tcPr>
            <w:tcW w:w="4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7438" w:rsidRPr="00AE5CC5" w:rsidRDefault="00CB7438" w:rsidP="00DD3A51"/>
        </w:tc>
      </w:tr>
      <w:tr w:rsidR="003F6FFA" w:rsidRPr="00AE5CC5" w:rsidTr="00EE13C6"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6FFA" w:rsidRPr="00AE5CC5" w:rsidRDefault="003F6FFA" w:rsidP="00DD3A51">
            <w:r>
              <w:t>Date of Assessment Outcome Letter</w:t>
            </w:r>
          </w:p>
        </w:tc>
        <w:tc>
          <w:tcPr>
            <w:tcW w:w="4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6FFA" w:rsidRPr="00AE5CC5" w:rsidRDefault="003F6FFA" w:rsidP="00DD3A51">
            <w:r w:rsidRPr="008442FB">
              <w:rPr>
                <w:color w:val="808080" w:themeColor="background1" w:themeShade="80"/>
              </w:rPr>
              <w:t>D  D  / M M / Y Y Y Y</w:t>
            </w:r>
          </w:p>
        </w:tc>
      </w:tr>
      <w:tr w:rsidR="00AE5CC5" w:rsidRPr="00AE5CC5" w:rsidTr="003F6FF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D3A51" w:rsidRDefault="00DD3A51" w:rsidP="00DD3A51"/>
          <w:p w:rsidR="00030B86" w:rsidRPr="00AE5CC5" w:rsidRDefault="00030B86" w:rsidP="00DD3A51">
            <w:r w:rsidRPr="00AE5CC5">
              <w:t>Reason for review request</w:t>
            </w:r>
          </w:p>
        </w:tc>
        <w:tc>
          <w:tcPr>
            <w:tcW w:w="65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0B86" w:rsidRPr="00AE5CC5" w:rsidRDefault="00030B86" w:rsidP="00DD3A51"/>
        </w:tc>
      </w:tr>
      <w:tr w:rsidR="00030B86" w:rsidRPr="00AE5CC5" w:rsidTr="003F6FFA">
        <w:tc>
          <w:tcPr>
            <w:tcW w:w="9491" w:type="dxa"/>
            <w:gridSpan w:val="5"/>
            <w:tcBorders>
              <w:top w:val="nil"/>
              <w:left w:val="nil"/>
              <w:right w:val="nil"/>
            </w:tcBorders>
          </w:tcPr>
          <w:p w:rsidR="00030B86" w:rsidRPr="00AE5CC5" w:rsidRDefault="00030B86" w:rsidP="00DD3A51"/>
        </w:tc>
      </w:tr>
      <w:tr w:rsidR="00030B86" w:rsidRPr="00AE5CC5" w:rsidTr="003F6FFA">
        <w:tc>
          <w:tcPr>
            <w:tcW w:w="9491" w:type="dxa"/>
            <w:gridSpan w:val="5"/>
            <w:tcBorders>
              <w:left w:val="nil"/>
              <w:right w:val="nil"/>
            </w:tcBorders>
          </w:tcPr>
          <w:p w:rsidR="00030B86" w:rsidRPr="00AE5CC5" w:rsidRDefault="00030B86" w:rsidP="00DD3A51"/>
        </w:tc>
      </w:tr>
      <w:tr w:rsidR="00030B86" w:rsidRPr="00AE5CC5" w:rsidTr="003F6FFA">
        <w:tc>
          <w:tcPr>
            <w:tcW w:w="9491" w:type="dxa"/>
            <w:gridSpan w:val="5"/>
            <w:tcBorders>
              <w:left w:val="nil"/>
              <w:right w:val="nil"/>
            </w:tcBorders>
          </w:tcPr>
          <w:p w:rsidR="00030B86" w:rsidRPr="00AE5CC5" w:rsidRDefault="00030B86" w:rsidP="00DD3A51"/>
        </w:tc>
      </w:tr>
      <w:tr w:rsidR="00C02EAC" w:rsidRPr="00AE5CC5" w:rsidTr="003F6FFA">
        <w:tc>
          <w:tcPr>
            <w:tcW w:w="9491" w:type="dxa"/>
            <w:gridSpan w:val="5"/>
            <w:tcBorders>
              <w:left w:val="nil"/>
              <w:right w:val="nil"/>
            </w:tcBorders>
          </w:tcPr>
          <w:p w:rsidR="00C02EAC" w:rsidRPr="00AE5CC5" w:rsidRDefault="00C02EAC" w:rsidP="00DD3A51"/>
        </w:tc>
      </w:tr>
      <w:tr w:rsidR="00C02EAC" w:rsidRPr="00AE5CC5" w:rsidTr="003F6FFA">
        <w:tc>
          <w:tcPr>
            <w:tcW w:w="9491" w:type="dxa"/>
            <w:gridSpan w:val="5"/>
            <w:tcBorders>
              <w:left w:val="nil"/>
              <w:right w:val="nil"/>
            </w:tcBorders>
          </w:tcPr>
          <w:p w:rsidR="00C02EAC" w:rsidRPr="00AE5CC5" w:rsidRDefault="00C02EAC" w:rsidP="00DD3A51"/>
        </w:tc>
      </w:tr>
      <w:tr w:rsidR="00030B86" w:rsidRPr="00AE5CC5" w:rsidTr="003F6FFA">
        <w:tc>
          <w:tcPr>
            <w:tcW w:w="9491" w:type="dxa"/>
            <w:gridSpan w:val="5"/>
            <w:tcBorders>
              <w:left w:val="nil"/>
              <w:right w:val="nil"/>
            </w:tcBorders>
          </w:tcPr>
          <w:p w:rsidR="00030B86" w:rsidRPr="00AE5CC5" w:rsidRDefault="00030B86" w:rsidP="00DD3A51"/>
        </w:tc>
      </w:tr>
    </w:tbl>
    <w:p w:rsidR="003F6FFA" w:rsidRDefault="003F6FFA" w:rsidP="00DD3A51"/>
    <w:p w:rsidR="00030B86" w:rsidRDefault="00030B86" w:rsidP="00F47056">
      <w:pPr>
        <w:jc w:val="center"/>
      </w:pPr>
      <w:r w:rsidRPr="003F6FFA">
        <w:t xml:space="preserve">PLEASE ENSURE THAT THE PRIVACY </w:t>
      </w:r>
      <w:r w:rsidR="00F47056">
        <w:t xml:space="preserve">CONSENT </w:t>
      </w:r>
      <w:r w:rsidRPr="003F6FFA">
        <w:t xml:space="preserve">AND DECLARATION ON PAGE </w:t>
      </w:r>
      <w:r w:rsidR="00CB285D">
        <w:t>3</w:t>
      </w:r>
      <w:r w:rsidRPr="003F6FFA">
        <w:t xml:space="preserve"> IS SIGNED BY</w:t>
      </w:r>
      <w:r w:rsidR="00C02EAC">
        <w:t xml:space="preserve"> </w:t>
      </w:r>
      <w:r w:rsidRPr="003F6FFA">
        <w:t>THE APPLICANT AND THE AGENT/REPRESENTATIVE (if applicable)</w:t>
      </w:r>
    </w:p>
    <w:p w:rsidR="00C02EAC" w:rsidRDefault="00C02EAC" w:rsidP="00C02EAC"/>
    <w:p w:rsidR="00030B86" w:rsidRPr="00DD3A51" w:rsidRDefault="00320876" w:rsidP="00DD3A51">
      <w:pPr>
        <w:pStyle w:val="BodyText"/>
        <w:rPr>
          <w:b w:val="0"/>
        </w:rPr>
      </w:pPr>
      <w:r w:rsidRPr="00DD3A51">
        <w:rPr>
          <w:b w:val="0"/>
        </w:rPr>
        <w:t>S</w:t>
      </w:r>
      <w:r w:rsidR="00030B86" w:rsidRPr="00DD3A51">
        <w:rPr>
          <w:b w:val="0"/>
        </w:rPr>
        <w:t>end this form</w:t>
      </w:r>
      <w:r w:rsidRPr="00DD3A51">
        <w:rPr>
          <w:b w:val="0"/>
        </w:rPr>
        <w:t xml:space="preserve"> and</w:t>
      </w:r>
      <w:r w:rsidR="00030B86" w:rsidRPr="00DD3A51">
        <w:rPr>
          <w:b w:val="0"/>
        </w:rPr>
        <w:t xml:space="preserve"> your proof of payment to:</w:t>
      </w:r>
    </w:p>
    <w:p w:rsidR="00030B86" w:rsidRPr="00DD3A51" w:rsidRDefault="00030B86" w:rsidP="00DD3A51">
      <w:pPr>
        <w:pStyle w:val="BodyText"/>
        <w:spacing w:after="0"/>
        <w:ind w:left="720"/>
        <w:rPr>
          <w:b w:val="0"/>
        </w:rPr>
      </w:pPr>
      <w:r w:rsidRPr="00DD3A51">
        <w:rPr>
          <w:b w:val="0"/>
          <w:lang w:eastAsia="en-AU"/>
        </w:rPr>
        <w:t xml:space="preserve">Trades Recognition Australia </w:t>
      </w:r>
    </w:p>
    <w:p w:rsidR="00030B86" w:rsidRPr="00DD3A51" w:rsidRDefault="00030B86" w:rsidP="00DD3A51">
      <w:pPr>
        <w:ind w:left="720"/>
        <w:rPr>
          <w:b w:val="0"/>
          <w:lang w:eastAsia="en-AU"/>
        </w:rPr>
      </w:pPr>
      <w:r w:rsidRPr="00DD3A51">
        <w:rPr>
          <w:b w:val="0"/>
          <w:lang w:eastAsia="en-AU"/>
        </w:rPr>
        <w:t xml:space="preserve">Department of </w:t>
      </w:r>
      <w:r w:rsidR="00D34AFA">
        <w:rPr>
          <w:b w:val="0"/>
          <w:lang w:eastAsia="en-AU"/>
        </w:rPr>
        <w:t>Education, Skills and Employment</w:t>
      </w:r>
    </w:p>
    <w:p w:rsidR="00030B86" w:rsidRPr="00DD3A51" w:rsidRDefault="00030B86" w:rsidP="00DD3A51">
      <w:pPr>
        <w:ind w:left="720"/>
        <w:rPr>
          <w:b w:val="0"/>
          <w:lang w:eastAsia="en-AU"/>
        </w:rPr>
      </w:pPr>
      <w:r w:rsidRPr="00DD3A51">
        <w:rPr>
          <w:b w:val="0"/>
          <w:lang w:eastAsia="en-AU"/>
        </w:rPr>
        <w:t>GPO Box 3022</w:t>
      </w:r>
    </w:p>
    <w:p w:rsidR="00030B86" w:rsidRPr="00DD3A51" w:rsidRDefault="00030B86" w:rsidP="00DD3A51">
      <w:pPr>
        <w:ind w:left="720"/>
        <w:rPr>
          <w:b w:val="0"/>
          <w:lang w:eastAsia="en-AU"/>
        </w:rPr>
      </w:pPr>
      <w:r w:rsidRPr="00DD3A51">
        <w:rPr>
          <w:b w:val="0"/>
          <w:lang w:eastAsia="en-AU"/>
        </w:rPr>
        <w:t>CANBERRA ACT 2601</w:t>
      </w:r>
    </w:p>
    <w:p w:rsidR="000036BD" w:rsidRPr="00DD3A51" w:rsidRDefault="00030B86" w:rsidP="00DD3A51">
      <w:pPr>
        <w:ind w:left="720"/>
        <w:rPr>
          <w:b w:val="0"/>
          <w:lang w:eastAsia="en-AU"/>
        </w:rPr>
      </w:pPr>
      <w:r w:rsidRPr="00DD3A51">
        <w:rPr>
          <w:b w:val="0"/>
          <w:lang w:eastAsia="en-AU"/>
        </w:rPr>
        <w:t>AUSTRALIA</w:t>
      </w:r>
    </w:p>
    <w:p w:rsidR="00271D95" w:rsidRPr="00DD3A51" w:rsidRDefault="00271D95" w:rsidP="00DD3A51">
      <w:pPr>
        <w:rPr>
          <w:b w:val="0"/>
          <w:lang w:eastAsia="en-AU"/>
        </w:rPr>
      </w:pPr>
    </w:p>
    <w:p w:rsidR="00271D95" w:rsidRPr="00DD3A51" w:rsidRDefault="00271D95" w:rsidP="00DD3A51">
      <w:pPr>
        <w:rPr>
          <w:b w:val="0"/>
        </w:rPr>
        <w:sectPr w:rsidR="00271D95" w:rsidRPr="00DD3A51" w:rsidSect="00AE5CC5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1900" w:h="16840"/>
          <w:pgMar w:top="1675" w:right="1457" w:bottom="737" w:left="1168" w:header="5" w:footer="567" w:gutter="0"/>
          <w:cols w:space="708"/>
          <w:docGrid w:linePitch="300"/>
        </w:sectPr>
      </w:pPr>
      <w:r w:rsidRPr="00DD3A51">
        <w:rPr>
          <w:b w:val="0"/>
          <w:lang w:eastAsia="en-AU"/>
        </w:rPr>
        <w:t xml:space="preserve">Or as a PDF email attachment to: </w:t>
      </w:r>
      <w:hyperlink r:id="rId15" w:history="1">
        <w:r w:rsidR="00D34AFA" w:rsidRPr="000721DA">
          <w:rPr>
            <w:rStyle w:val="Hyperlink"/>
            <w:b w:val="0"/>
            <w:lang w:eastAsia="en-AU"/>
          </w:rPr>
          <w:t>traenquiries@dese.gov.au</w:t>
        </w:r>
      </w:hyperlink>
      <w:r w:rsidRPr="00DD3A51">
        <w:rPr>
          <w:b w:val="0"/>
          <w:lang w:eastAsia="en-AU"/>
        </w:rPr>
        <w:t xml:space="preserve"> </w:t>
      </w:r>
    </w:p>
    <w:p w:rsidR="00443AB3" w:rsidRPr="00AE5CC5" w:rsidRDefault="00443AB3" w:rsidP="00DD3A51">
      <w:pPr>
        <w:pStyle w:val="Heading2"/>
      </w:pPr>
      <w:r w:rsidRPr="00AE5CC5">
        <w:lastRenderedPageBreak/>
        <w:t>PRIVACY CONSENT AND DECLARATION PAGE</w:t>
      </w:r>
    </w:p>
    <w:p w:rsidR="00443AB3" w:rsidRPr="00116F2F" w:rsidRDefault="00443AB3" w:rsidP="00DD3A51">
      <w:pPr>
        <w:pStyle w:val="BodyText"/>
      </w:pPr>
      <w:r w:rsidRPr="00116F2F">
        <w:t>Please sign below to confirm you agree with the statements listed.</w:t>
      </w:r>
    </w:p>
    <w:p w:rsidR="00443AB3" w:rsidRPr="008442FB" w:rsidRDefault="00443AB3" w:rsidP="00DD3A51">
      <w:pPr>
        <w:rPr>
          <w:b w:val="0"/>
        </w:rPr>
      </w:pPr>
      <w:r w:rsidRPr="008442FB">
        <w:rPr>
          <w:b w:val="0"/>
        </w:rPr>
        <w:t xml:space="preserve">I hereby acknowledge that I have accessed a Trades Recognition Australia (TRA), Australian Privacy Principle 5 Notice provided by the Department of </w:t>
      </w:r>
      <w:r w:rsidR="00D34AFA">
        <w:rPr>
          <w:b w:val="0"/>
        </w:rPr>
        <w:t>Education, Skills and Employment</w:t>
      </w:r>
      <w:r w:rsidR="00FC3F4D" w:rsidRPr="008442FB">
        <w:rPr>
          <w:b w:val="0"/>
        </w:rPr>
        <w:t xml:space="preserve"> </w:t>
      </w:r>
      <w:r w:rsidRPr="008442FB">
        <w:rPr>
          <w:b w:val="0"/>
        </w:rPr>
        <w:t>in the relevant program guidelines. I</w:t>
      </w:r>
      <w:r w:rsidR="000036BD" w:rsidRPr="008442FB">
        <w:rPr>
          <w:b w:val="0"/>
        </w:rPr>
        <w:t> </w:t>
      </w:r>
      <w:r w:rsidRPr="008442FB">
        <w:rPr>
          <w:b w:val="0"/>
        </w:rPr>
        <w:t xml:space="preserve">understand that by providing my consent in this form, I am acknowledging that I have read and understood the contents of this Notice. </w:t>
      </w:r>
    </w:p>
    <w:p w:rsidR="00443AB3" w:rsidRPr="008442FB" w:rsidRDefault="00443AB3" w:rsidP="00DD3A51">
      <w:pPr>
        <w:rPr>
          <w:b w:val="0"/>
        </w:rPr>
      </w:pPr>
    </w:p>
    <w:p w:rsidR="00443AB3" w:rsidRPr="00116F2F" w:rsidRDefault="00443AB3" w:rsidP="00DD3A51">
      <w:r w:rsidRPr="00116F2F">
        <w:t>Collection</w:t>
      </w:r>
    </w:p>
    <w:p w:rsidR="00443AB3" w:rsidRDefault="00443AB3" w:rsidP="00DD3A51">
      <w:pPr>
        <w:rPr>
          <w:b w:val="0"/>
        </w:rPr>
      </w:pPr>
      <w:r w:rsidRPr="008442FB">
        <w:rPr>
          <w:b w:val="0"/>
        </w:rPr>
        <w:t xml:space="preserve">I understand that by providing my consent in this form, I am authorising TRA to collect my personal </w:t>
      </w:r>
      <w:r w:rsidRPr="008442FB">
        <w:rPr>
          <w:b w:val="0"/>
        </w:rPr>
        <w:br/>
        <w:t>information for the purposes of:</w:t>
      </w:r>
    </w:p>
    <w:p w:rsidR="00F47056" w:rsidRPr="008442FB" w:rsidRDefault="00F47056" w:rsidP="00DD3A51">
      <w:pPr>
        <w:rPr>
          <w:b w:val="0"/>
        </w:rPr>
      </w:pPr>
    </w:p>
    <w:p w:rsidR="00443AB3" w:rsidRPr="008442FB" w:rsidRDefault="00443AB3" w:rsidP="00DD3A51">
      <w:pPr>
        <w:pStyle w:val="ListParagraph"/>
        <w:numPr>
          <w:ilvl w:val="0"/>
          <w:numId w:val="26"/>
        </w:numPr>
        <w:rPr>
          <w:rFonts w:asciiTheme="majorHAnsi" w:hAnsiTheme="majorHAnsi" w:cstheme="majorHAnsi"/>
          <w:b w:val="0"/>
        </w:rPr>
      </w:pPr>
      <w:r w:rsidRPr="008442FB">
        <w:rPr>
          <w:rFonts w:asciiTheme="majorHAnsi" w:hAnsiTheme="majorHAnsi" w:cstheme="majorHAnsi"/>
          <w:b w:val="0"/>
        </w:rPr>
        <w:t>Processing applications, verifying evidence provided with applications, and assessing whether an applicant has suitable s</w:t>
      </w:r>
      <w:r w:rsidR="00F47056">
        <w:rPr>
          <w:rFonts w:asciiTheme="majorHAnsi" w:hAnsiTheme="majorHAnsi" w:cstheme="majorHAnsi"/>
          <w:b w:val="0"/>
        </w:rPr>
        <w:t>kills in a nominated occupation.</w:t>
      </w:r>
    </w:p>
    <w:p w:rsidR="00443AB3" w:rsidRPr="008442FB" w:rsidRDefault="00443AB3" w:rsidP="00DD3A51">
      <w:pPr>
        <w:pStyle w:val="ListParagraph"/>
        <w:numPr>
          <w:ilvl w:val="0"/>
          <w:numId w:val="26"/>
        </w:numPr>
        <w:rPr>
          <w:rFonts w:asciiTheme="majorHAnsi" w:hAnsiTheme="majorHAnsi" w:cstheme="majorHAnsi"/>
          <w:b w:val="0"/>
        </w:rPr>
      </w:pPr>
      <w:r w:rsidRPr="008442FB">
        <w:rPr>
          <w:rFonts w:asciiTheme="majorHAnsi" w:hAnsiTheme="majorHAnsi" w:cstheme="majorHAnsi"/>
          <w:b w:val="0"/>
        </w:rPr>
        <w:t>Confirming authorisation by an applicant of his or her representative or migration agent, and to provide contact details for that re</w:t>
      </w:r>
      <w:r w:rsidR="00F47056">
        <w:rPr>
          <w:rFonts w:asciiTheme="majorHAnsi" w:hAnsiTheme="majorHAnsi" w:cstheme="majorHAnsi"/>
          <w:b w:val="0"/>
        </w:rPr>
        <w:t>presentative or migration agent.</w:t>
      </w:r>
    </w:p>
    <w:p w:rsidR="00443AB3" w:rsidRPr="008442FB" w:rsidRDefault="00443AB3" w:rsidP="00DD3A51">
      <w:pPr>
        <w:pStyle w:val="ListParagraph"/>
        <w:numPr>
          <w:ilvl w:val="0"/>
          <w:numId w:val="26"/>
        </w:numPr>
        <w:rPr>
          <w:rFonts w:asciiTheme="majorHAnsi" w:hAnsiTheme="majorHAnsi" w:cstheme="majorHAnsi"/>
          <w:b w:val="0"/>
        </w:rPr>
      </w:pPr>
      <w:r w:rsidRPr="008442FB">
        <w:rPr>
          <w:rFonts w:asciiTheme="majorHAnsi" w:hAnsiTheme="majorHAnsi" w:cstheme="majorHAnsi"/>
          <w:b w:val="0"/>
        </w:rPr>
        <w:t xml:space="preserve">Allowing you to make a payment of fees to TRA </w:t>
      </w:r>
      <w:r w:rsidR="00F47056">
        <w:rPr>
          <w:rFonts w:asciiTheme="majorHAnsi" w:hAnsiTheme="majorHAnsi" w:cstheme="majorHAnsi"/>
          <w:b w:val="0"/>
        </w:rPr>
        <w:t>so you can lodge an application.</w:t>
      </w:r>
    </w:p>
    <w:p w:rsidR="00443AB3" w:rsidRPr="008442FB" w:rsidRDefault="00443AB3" w:rsidP="00DD3A51">
      <w:pPr>
        <w:pStyle w:val="ListParagraph"/>
        <w:numPr>
          <w:ilvl w:val="0"/>
          <w:numId w:val="26"/>
        </w:numPr>
        <w:rPr>
          <w:rFonts w:asciiTheme="majorHAnsi" w:hAnsiTheme="majorHAnsi" w:cstheme="majorHAnsi"/>
          <w:b w:val="0"/>
        </w:rPr>
      </w:pPr>
      <w:r w:rsidRPr="008442FB">
        <w:rPr>
          <w:rFonts w:asciiTheme="majorHAnsi" w:hAnsiTheme="majorHAnsi" w:cstheme="majorHAnsi"/>
          <w:b w:val="0"/>
        </w:rPr>
        <w:t>Allowing TRA to confirm payment an</w:t>
      </w:r>
      <w:r w:rsidR="00F47056">
        <w:rPr>
          <w:rFonts w:asciiTheme="majorHAnsi" w:hAnsiTheme="majorHAnsi" w:cstheme="majorHAnsi"/>
          <w:b w:val="0"/>
        </w:rPr>
        <w:t>d process refunds as applicable.</w:t>
      </w:r>
    </w:p>
    <w:p w:rsidR="00443AB3" w:rsidRPr="008442FB" w:rsidRDefault="00443AB3" w:rsidP="00DD3A51">
      <w:pPr>
        <w:pStyle w:val="ListParagraph"/>
        <w:numPr>
          <w:ilvl w:val="0"/>
          <w:numId w:val="26"/>
        </w:numPr>
        <w:rPr>
          <w:rFonts w:asciiTheme="majorHAnsi" w:hAnsiTheme="majorHAnsi" w:cstheme="majorHAnsi"/>
          <w:b w:val="0"/>
        </w:rPr>
      </w:pPr>
      <w:r w:rsidRPr="008442FB">
        <w:rPr>
          <w:rFonts w:asciiTheme="majorHAnsi" w:hAnsiTheme="majorHAnsi" w:cstheme="majorHAnsi"/>
          <w:b w:val="0"/>
        </w:rPr>
        <w:t>Conducting investigations and ensuring compliance with rele</w:t>
      </w:r>
      <w:r w:rsidR="00F47056">
        <w:rPr>
          <w:rFonts w:asciiTheme="majorHAnsi" w:hAnsiTheme="majorHAnsi" w:cstheme="majorHAnsi"/>
          <w:b w:val="0"/>
        </w:rPr>
        <w:t>vant laws, awards or standards.</w:t>
      </w:r>
    </w:p>
    <w:p w:rsidR="00443AB3" w:rsidRPr="008442FB" w:rsidRDefault="00443AB3" w:rsidP="00DD3A51">
      <w:pPr>
        <w:pStyle w:val="ListParagraph"/>
        <w:numPr>
          <w:ilvl w:val="0"/>
          <w:numId w:val="26"/>
        </w:numPr>
        <w:rPr>
          <w:rFonts w:asciiTheme="majorHAnsi" w:hAnsiTheme="majorHAnsi" w:cstheme="majorHAnsi"/>
          <w:b w:val="0"/>
        </w:rPr>
      </w:pPr>
      <w:r w:rsidRPr="008442FB">
        <w:rPr>
          <w:rFonts w:asciiTheme="majorHAnsi" w:hAnsiTheme="majorHAnsi" w:cstheme="majorHAnsi"/>
          <w:b w:val="0"/>
        </w:rPr>
        <w:t>Ensuring compliance with the Commonwealth Fraud Control Guidelines (2011).</w:t>
      </w:r>
    </w:p>
    <w:p w:rsidR="00443AB3" w:rsidRPr="008442FB" w:rsidRDefault="00443AB3" w:rsidP="00DD3A51">
      <w:pPr>
        <w:rPr>
          <w:b w:val="0"/>
        </w:rPr>
      </w:pPr>
      <w:r w:rsidRPr="008442FB">
        <w:rPr>
          <w:b w:val="0"/>
        </w:rPr>
        <w:t>I consent to TRA collecting my personal information for these purposes. I understand that if I do not give my consent to TRA collecting my personal information, my application will not be able to proceed.</w:t>
      </w:r>
    </w:p>
    <w:p w:rsidR="00443AB3" w:rsidRPr="008442FB" w:rsidRDefault="00443AB3" w:rsidP="00DD3A51">
      <w:pPr>
        <w:rPr>
          <w:b w:val="0"/>
        </w:rPr>
      </w:pPr>
    </w:p>
    <w:p w:rsidR="00443AB3" w:rsidRPr="008442FB" w:rsidRDefault="00443AB3" w:rsidP="00DD3A51">
      <w:pPr>
        <w:rPr>
          <w:b w:val="0"/>
        </w:rPr>
      </w:pPr>
      <w:r w:rsidRPr="008442FB">
        <w:rPr>
          <w:b w:val="0"/>
        </w:rPr>
        <w:t>I understand that TRA may collect unsolicited personal information about me from third parties. I consent to TRA collecting unsolicited personal information from third parties where TRA is authorised by law to do so.</w:t>
      </w:r>
    </w:p>
    <w:p w:rsidR="00443AB3" w:rsidRPr="008442FB" w:rsidRDefault="00443AB3" w:rsidP="00DD3A51">
      <w:pPr>
        <w:rPr>
          <w:b w:val="0"/>
        </w:rPr>
      </w:pPr>
    </w:p>
    <w:p w:rsidR="00443AB3" w:rsidRPr="00116F2F" w:rsidRDefault="00443AB3" w:rsidP="00DD3A51">
      <w:r w:rsidRPr="00116F2F">
        <w:t>Disclosure</w:t>
      </w:r>
    </w:p>
    <w:p w:rsidR="00443AB3" w:rsidRPr="008442FB" w:rsidRDefault="00443AB3" w:rsidP="00DD3A51">
      <w:pPr>
        <w:rPr>
          <w:b w:val="0"/>
        </w:rPr>
      </w:pPr>
      <w:r w:rsidRPr="008442FB">
        <w:rPr>
          <w:b w:val="0"/>
        </w:rPr>
        <w:t xml:space="preserve">I understand that by providing my consent in this form, I am authorising TRA to disclose my personal </w:t>
      </w:r>
      <w:r w:rsidRPr="008442FB">
        <w:rPr>
          <w:b w:val="0"/>
        </w:rPr>
        <w:br/>
        <w:t>information to any of the entities listed in the APP 5 notice, for any of the purposes listed above.</w:t>
      </w:r>
    </w:p>
    <w:p w:rsidR="00443AB3" w:rsidRPr="008442FB" w:rsidRDefault="00443AB3" w:rsidP="00DD3A51">
      <w:pPr>
        <w:rPr>
          <w:b w:val="0"/>
        </w:rPr>
      </w:pPr>
    </w:p>
    <w:p w:rsidR="00443AB3" w:rsidRPr="008442FB" w:rsidRDefault="00443AB3" w:rsidP="00DD3A51">
      <w:pPr>
        <w:rPr>
          <w:b w:val="0"/>
        </w:rPr>
      </w:pPr>
      <w:r w:rsidRPr="008442FB">
        <w:rPr>
          <w:b w:val="0"/>
        </w:rPr>
        <w:t xml:space="preserve">I understand that TRA may disclose my personal information to overseas recipients, for the purposes of </w:t>
      </w:r>
      <w:r w:rsidRPr="008442FB">
        <w:rPr>
          <w:b w:val="0"/>
        </w:rPr>
        <w:br/>
        <w:t xml:space="preserve">verifying my employment, training information and processing refunds. I consent to my personal </w:t>
      </w:r>
      <w:r w:rsidRPr="008442FB">
        <w:rPr>
          <w:b w:val="0"/>
        </w:rPr>
        <w:br/>
        <w:t>information being disclosed by TRA to overseas recipients for this purpose. I understand that by providing my consent to disclose my personal information to the overseas recipients for this purpose, APP 8.1 will not apply</w:t>
      </w:r>
      <w:r w:rsidR="00F47056">
        <w:rPr>
          <w:b w:val="0"/>
        </w:rPr>
        <w:t>.</w:t>
      </w:r>
    </w:p>
    <w:p w:rsidR="00443AB3" w:rsidRPr="008442FB" w:rsidRDefault="00443AB3" w:rsidP="00DD3A51">
      <w:pPr>
        <w:rPr>
          <w:b w:val="0"/>
        </w:rPr>
      </w:pPr>
    </w:p>
    <w:p w:rsidR="00D8282B" w:rsidRPr="008442FB" w:rsidRDefault="00D8282B" w:rsidP="00DD3A51">
      <w:pPr>
        <w:rPr>
          <w:b w:val="0"/>
        </w:rPr>
      </w:pPr>
      <w:r w:rsidRPr="008442FB">
        <w:rPr>
          <w:b w:val="0"/>
        </w:rPr>
        <w:br w:type="page"/>
      </w:r>
    </w:p>
    <w:p w:rsidR="00C02EAC" w:rsidRDefault="00C02EAC" w:rsidP="00DD3A51"/>
    <w:p w:rsidR="00443AB3" w:rsidRPr="00AE5CC5" w:rsidRDefault="00443AB3" w:rsidP="00DD3A51">
      <w:r w:rsidRPr="00443AB3">
        <w:t>Declaration</w:t>
      </w:r>
    </w:p>
    <w:p w:rsidR="00443AB3" w:rsidRPr="008442FB" w:rsidRDefault="00443AB3" w:rsidP="00DD3A51">
      <w:pPr>
        <w:rPr>
          <w:b w:val="0"/>
        </w:rPr>
      </w:pPr>
      <w:r w:rsidRPr="008442FB">
        <w:rPr>
          <w:b w:val="0"/>
        </w:rPr>
        <w:t>I confirm that information supplied on this application form and in support of claims made on this application form is true and correct.</w:t>
      </w:r>
    </w:p>
    <w:p w:rsidR="00443AB3" w:rsidRPr="008442FB" w:rsidRDefault="00443AB3" w:rsidP="00DD3A51">
      <w:pPr>
        <w:rPr>
          <w:b w:val="0"/>
        </w:rPr>
      </w:pPr>
    </w:p>
    <w:p w:rsidR="00443AB3" w:rsidRPr="008442FB" w:rsidRDefault="00443AB3" w:rsidP="00DD3A51">
      <w:pPr>
        <w:rPr>
          <w:b w:val="0"/>
        </w:rPr>
      </w:pPr>
      <w:r w:rsidRPr="008442FB">
        <w:rPr>
          <w:b w:val="0"/>
        </w:rPr>
        <w:t>I understand that providing false or misleading information is a serious offence.</w:t>
      </w:r>
    </w:p>
    <w:p w:rsidR="00443AB3" w:rsidRPr="008442FB" w:rsidRDefault="00443AB3" w:rsidP="00DD3A51">
      <w:pPr>
        <w:rPr>
          <w:b w:val="0"/>
        </w:rPr>
      </w:pPr>
    </w:p>
    <w:p w:rsidR="00443AB3" w:rsidRPr="008442FB" w:rsidRDefault="00443AB3" w:rsidP="00DD3A51">
      <w:pPr>
        <w:rPr>
          <w:b w:val="0"/>
        </w:rPr>
      </w:pPr>
      <w:r w:rsidRPr="008442FB">
        <w:rPr>
          <w:b w:val="0"/>
        </w:rPr>
        <w:t>If an agent or representative has assisted me, I declare I have not provided false or misleading information to the agent or representative for the preparation of this form.</w:t>
      </w:r>
    </w:p>
    <w:p w:rsidR="00443AB3" w:rsidRPr="008442FB" w:rsidRDefault="00443AB3" w:rsidP="00DD3A51">
      <w:pPr>
        <w:rPr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5"/>
        <w:gridCol w:w="6876"/>
      </w:tblGrid>
      <w:tr w:rsidR="00443AB3" w:rsidRPr="00AE5CC5" w:rsidTr="003742F5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443AB3" w:rsidRPr="00AE5CC5" w:rsidRDefault="00443AB3" w:rsidP="00DD3A51">
            <w:r w:rsidRPr="00AE5CC5">
              <w:t>APPLICANT SIGNATURE</w:t>
            </w:r>
          </w:p>
        </w:tc>
        <w:tc>
          <w:tcPr>
            <w:tcW w:w="7188" w:type="dxa"/>
            <w:tcBorders>
              <w:top w:val="nil"/>
              <w:left w:val="nil"/>
              <w:right w:val="nil"/>
            </w:tcBorders>
          </w:tcPr>
          <w:p w:rsidR="00443AB3" w:rsidRPr="00AE5CC5" w:rsidRDefault="00443AB3" w:rsidP="00DD3A51"/>
        </w:tc>
      </w:tr>
      <w:tr w:rsidR="00443AB3" w:rsidRPr="00AE5CC5" w:rsidTr="003742F5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443AB3" w:rsidRPr="00AE5CC5" w:rsidRDefault="00443AB3" w:rsidP="00DD3A51">
            <w:r w:rsidRPr="00AE5CC5">
              <w:t xml:space="preserve">DATE </w:t>
            </w:r>
            <w:r w:rsidRPr="008442FB">
              <w:rPr>
                <w:color w:val="808080" w:themeColor="background1" w:themeShade="80"/>
              </w:rPr>
              <w:t>(DD/MM/YY</w:t>
            </w:r>
            <w:r w:rsidR="008442FB" w:rsidRPr="008442FB">
              <w:rPr>
                <w:color w:val="808080" w:themeColor="background1" w:themeShade="80"/>
              </w:rPr>
              <w:t>YY</w:t>
            </w:r>
            <w:r w:rsidRPr="008442FB">
              <w:rPr>
                <w:color w:val="808080" w:themeColor="background1" w:themeShade="80"/>
              </w:rPr>
              <w:t>)</w:t>
            </w:r>
          </w:p>
        </w:tc>
        <w:tc>
          <w:tcPr>
            <w:tcW w:w="7188" w:type="dxa"/>
            <w:tcBorders>
              <w:left w:val="nil"/>
              <w:right w:val="nil"/>
            </w:tcBorders>
          </w:tcPr>
          <w:p w:rsidR="00443AB3" w:rsidRPr="00AE5CC5" w:rsidRDefault="00443AB3" w:rsidP="00DD3A51"/>
        </w:tc>
      </w:tr>
    </w:tbl>
    <w:p w:rsidR="00443AB3" w:rsidRPr="00AE5CC5" w:rsidRDefault="00443AB3" w:rsidP="00DD3A51"/>
    <w:p w:rsidR="00443AB3" w:rsidRPr="00AE5CC5" w:rsidRDefault="00443AB3" w:rsidP="00DD3A51"/>
    <w:p w:rsidR="00633A7F" w:rsidRPr="008442FB" w:rsidRDefault="00633A7F" w:rsidP="00F47056">
      <w:pPr>
        <w:jc w:val="center"/>
        <w:rPr>
          <w:color w:val="FF0000"/>
          <w:sz w:val="24"/>
          <w:szCs w:val="24"/>
        </w:rPr>
      </w:pPr>
      <w:r w:rsidRPr="008442FB">
        <w:t xml:space="preserve">If an agent or representative has assisted in the preparation of your </w:t>
      </w:r>
      <w:bookmarkStart w:id="0" w:name="_GoBack"/>
      <w:bookmarkEnd w:id="0"/>
      <w:r w:rsidR="00D34AFA" w:rsidRPr="008442FB">
        <w:t>application,</w:t>
      </w:r>
      <w:r w:rsidRPr="008442FB">
        <w:t xml:space="preserve"> your agent or representative must complete the declaration below</w:t>
      </w:r>
    </w:p>
    <w:p w:rsidR="00443AB3" w:rsidRPr="008442FB" w:rsidRDefault="00443AB3" w:rsidP="00DD3A51">
      <w:pPr>
        <w:rPr>
          <w:b w:val="0"/>
        </w:rPr>
      </w:pPr>
    </w:p>
    <w:p w:rsidR="00D74085" w:rsidRPr="00C02EAC" w:rsidRDefault="00633A7F" w:rsidP="00DD3A51">
      <w:pPr>
        <w:pStyle w:val="BodyText"/>
        <w:rPr>
          <w:b w:val="0"/>
        </w:rPr>
      </w:pPr>
      <w:r w:rsidRPr="00C02EAC">
        <w:rPr>
          <w:b w:val="0"/>
        </w:rPr>
        <w:t>I prepared the application in accordance with the information supplied by the applicant</w:t>
      </w:r>
    </w:p>
    <w:p w:rsidR="00D74085" w:rsidRPr="00C02EAC" w:rsidRDefault="00633A7F" w:rsidP="00DD3A51">
      <w:pPr>
        <w:pStyle w:val="BodyText"/>
        <w:rPr>
          <w:b w:val="0"/>
        </w:rPr>
      </w:pPr>
      <w:r w:rsidRPr="00C02EAC">
        <w:rPr>
          <w:b w:val="0"/>
        </w:rPr>
        <w:t>I understand that giving false or misleading information is a serious offence</w:t>
      </w:r>
    </w:p>
    <w:p w:rsidR="00633A7F" w:rsidRPr="00C02EAC" w:rsidRDefault="00633A7F" w:rsidP="00DD3A51">
      <w:pPr>
        <w:pStyle w:val="BodyText"/>
        <w:rPr>
          <w:rFonts w:cs="Arial"/>
          <w:b w:val="0"/>
          <w:bCs/>
          <w:i/>
        </w:rPr>
      </w:pPr>
      <w:r w:rsidRPr="00C02EAC">
        <w:rPr>
          <w:b w:val="0"/>
        </w:rPr>
        <w:t>I am authorised by the applicant to give the information in this application to TRA.</w:t>
      </w:r>
    </w:p>
    <w:p w:rsidR="00C02EAC" w:rsidRDefault="00C02EAC" w:rsidP="00C02EAC">
      <w:pPr>
        <w:rPr>
          <w:b w:val="0"/>
          <w:i/>
        </w:rPr>
      </w:pPr>
    </w:p>
    <w:p w:rsidR="00C02EAC" w:rsidRPr="008442FB" w:rsidRDefault="00C02EAC" w:rsidP="00C02EAC">
      <w:pPr>
        <w:rPr>
          <w:b w:val="0"/>
          <w:i/>
        </w:rPr>
      </w:pPr>
      <w:r w:rsidRPr="008442FB">
        <w:rPr>
          <w:b w:val="0"/>
          <w:i/>
        </w:rPr>
        <w:t>Agent/Representative, please sign below to confirm you agree with the statements listed.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30"/>
        <w:gridCol w:w="5761"/>
      </w:tblGrid>
      <w:tr w:rsidR="00AE5CC5" w:rsidRPr="00AE5CC5" w:rsidTr="00C02EAC"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</w:tcPr>
          <w:p w:rsidR="00443AB3" w:rsidRPr="00AE5CC5" w:rsidRDefault="00443AB3" w:rsidP="000B1534">
            <w:r w:rsidRPr="00AE5CC5">
              <w:br/>
              <w:t>AGENT/REPRESENTATIVE SIGNATURE</w:t>
            </w:r>
          </w:p>
        </w:tc>
        <w:tc>
          <w:tcPr>
            <w:tcW w:w="5761" w:type="dxa"/>
            <w:tcBorders>
              <w:top w:val="nil"/>
              <w:left w:val="nil"/>
              <w:right w:val="nil"/>
            </w:tcBorders>
          </w:tcPr>
          <w:p w:rsidR="00443AB3" w:rsidRPr="00AE5CC5" w:rsidRDefault="00443AB3" w:rsidP="00DD3A51"/>
        </w:tc>
      </w:tr>
      <w:tr w:rsidR="00AE5CC5" w:rsidRPr="00AE5CC5" w:rsidTr="00C02EAC"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</w:tcPr>
          <w:p w:rsidR="00443AB3" w:rsidRPr="00AE5CC5" w:rsidRDefault="00443AB3" w:rsidP="00DD3A51">
            <w:r w:rsidRPr="00AE5CC5">
              <w:t>DATE (</w:t>
            </w:r>
            <w:r w:rsidRPr="00C02EAC">
              <w:rPr>
                <w:color w:val="808080" w:themeColor="background1" w:themeShade="80"/>
              </w:rPr>
              <w:t>DD/MM/YY</w:t>
            </w:r>
            <w:r w:rsidR="00116F2F" w:rsidRPr="00C02EAC">
              <w:rPr>
                <w:color w:val="808080" w:themeColor="background1" w:themeShade="80"/>
              </w:rPr>
              <w:t>YY</w:t>
            </w:r>
            <w:r w:rsidRPr="00AE5CC5">
              <w:t>)</w:t>
            </w:r>
          </w:p>
        </w:tc>
        <w:tc>
          <w:tcPr>
            <w:tcW w:w="5761" w:type="dxa"/>
            <w:tcBorders>
              <w:left w:val="nil"/>
              <w:right w:val="nil"/>
            </w:tcBorders>
          </w:tcPr>
          <w:p w:rsidR="00443AB3" w:rsidRPr="00AE5CC5" w:rsidRDefault="00443AB3" w:rsidP="00DD3A51"/>
        </w:tc>
      </w:tr>
    </w:tbl>
    <w:p w:rsidR="009409AB" w:rsidRPr="00AE5CC5" w:rsidRDefault="009409AB" w:rsidP="00DD3A51">
      <w:pPr>
        <w:pStyle w:val="BodyText"/>
      </w:pPr>
    </w:p>
    <w:sectPr w:rsidR="009409AB" w:rsidRPr="00AE5CC5" w:rsidSect="000036BD">
      <w:pgSz w:w="11900" w:h="16840"/>
      <w:pgMar w:top="1675" w:right="1457" w:bottom="737" w:left="1168" w:header="5" w:footer="567" w:gutter="0"/>
      <w:cols w:space="708"/>
      <w:docGrid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BD5" w:rsidRDefault="00B34BD5" w:rsidP="00DD3A51">
      <w:r>
        <w:separator/>
      </w:r>
    </w:p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8442FB"/>
    <w:p w:rsidR="00B34BD5" w:rsidRDefault="00B34BD5" w:rsidP="008442FB"/>
    <w:p w:rsidR="00B34BD5" w:rsidRDefault="00B34BD5"/>
    <w:p w:rsidR="00B34BD5" w:rsidRDefault="00B34BD5" w:rsidP="00116F2F"/>
    <w:p w:rsidR="00B34BD5" w:rsidRDefault="00B34BD5"/>
    <w:p w:rsidR="00B34BD5" w:rsidRDefault="00B34BD5" w:rsidP="00F47056"/>
    <w:p w:rsidR="00B34BD5" w:rsidRDefault="00B34BD5" w:rsidP="00F47056"/>
    <w:p w:rsidR="00B34BD5" w:rsidRDefault="00B34BD5" w:rsidP="00F47056"/>
    <w:p w:rsidR="00B34BD5" w:rsidRDefault="00B34BD5" w:rsidP="00F47056"/>
  </w:endnote>
  <w:endnote w:type="continuationSeparator" w:id="0">
    <w:p w:rsidR="00B34BD5" w:rsidRDefault="00B34BD5" w:rsidP="00DD3A51">
      <w:r>
        <w:continuationSeparator/>
      </w:r>
    </w:p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8442FB"/>
    <w:p w:rsidR="00B34BD5" w:rsidRDefault="00B34BD5" w:rsidP="008442FB"/>
    <w:p w:rsidR="00B34BD5" w:rsidRDefault="00B34BD5"/>
    <w:p w:rsidR="00B34BD5" w:rsidRDefault="00B34BD5" w:rsidP="00116F2F"/>
    <w:p w:rsidR="00B34BD5" w:rsidRDefault="00B34BD5"/>
    <w:p w:rsidR="00B34BD5" w:rsidRDefault="00B34BD5" w:rsidP="00F47056"/>
    <w:p w:rsidR="00B34BD5" w:rsidRDefault="00B34BD5" w:rsidP="00F47056"/>
    <w:p w:rsidR="00B34BD5" w:rsidRDefault="00B34BD5" w:rsidP="00F47056"/>
    <w:p w:rsidR="00B34BD5" w:rsidRDefault="00B34BD5" w:rsidP="00F470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 w:val="0"/>
      </w:rPr>
      <w:id w:val="1291555032"/>
      <w:docPartObj>
        <w:docPartGallery w:val="Page Numbers (Bottom of Page)"/>
        <w:docPartUnique/>
      </w:docPartObj>
    </w:sdtPr>
    <w:sdtEndPr/>
    <w:sdtContent>
      <w:sdt>
        <w:sdtPr>
          <w:rPr>
            <w:b w:val="0"/>
          </w:rPr>
          <w:id w:val="192731310"/>
          <w:docPartObj>
            <w:docPartGallery w:val="Page Numbers (Top of Page)"/>
            <w:docPartUnique/>
          </w:docPartObj>
        </w:sdtPr>
        <w:sdtEndPr/>
        <w:sdtContent>
          <w:p w:rsidR="00200178" w:rsidRPr="00F47056" w:rsidRDefault="00D8282B" w:rsidP="00F47056">
            <w:pPr>
              <w:pStyle w:val="Footer"/>
              <w:jc w:val="right"/>
              <w:rPr>
                <w:b w:val="0"/>
              </w:rPr>
            </w:pPr>
            <w:r w:rsidRPr="00F47056">
              <w:rPr>
                <w:b w:val="0"/>
              </w:rPr>
              <w:t xml:space="preserve">Page </w:t>
            </w:r>
            <w:r w:rsidRPr="00F47056">
              <w:rPr>
                <w:b w:val="0"/>
              </w:rPr>
              <w:fldChar w:fldCharType="begin"/>
            </w:r>
            <w:r w:rsidRPr="00F47056">
              <w:rPr>
                <w:b w:val="0"/>
              </w:rPr>
              <w:instrText xml:space="preserve"> PAGE </w:instrText>
            </w:r>
            <w:r w:rsidRPr="00F47056">
              <w:rPr>
                <w:b w:val="0"/>
              </w:rPr>
              <w:fldChar w:fldCharType="separate"/>
            </w:r>
            <w:r w:rsidR="00D34AFA">
              <w:rPr>
                <w:b w:val="0"/>
                <w:noProof/>
              </w:rPr>
              <w:t>3</w:t>
            </w:r>
            <w:r w:rsidRPr="00F47056">
              <w:rPr>
                <w:b w:val="0"/>
              </w:rPr>
              <w:fldChar w:fldCharType="end"/>
            </w:r>
            <w:r w:rsidRPr="00F47056">
              <w:rPr>
                <w:b w:val="0"/>
              </w:rPr>
              <w:t xml:space="preserve"> of </w:t>
            </w:r>
            <w:r w:rsidR="00442327" w:rsidRPr="00F47056">
              <w:rPr>
                <w:b w:val="0"/>
              </w:rPr>
              <w:fldChar w:fldCharType="begin"/>
            </w:r>
            <w:r w:rsidR="00442327" w:rsidRPr="00F47056">
              <w:rPr>
                <w:b w:val="0"/>
              </w:rPr>
              <w:instrText xml:space="preserve"> NUMPAGES  </w:instrText>
            </w:r>
            <w:r w:rsidR="00442327" w:rsidRPr="00F47056">
              <w:rPr>
                <w:b w:val="0"/>
              </w:rPr>
              <w:fldChar w:fldCharType="separate"/>
            </w:r>
            <w:r w:rsidR="00D34AFA">
              <w:rPr>
                <w:b w:val="0"/>
                <w:noProof/>
              </w:rPr>
              <w:t>3</w:t>
            </w:r>
            <w:r w:rsidR="00442327" w:rsidRPr="00F47056">
              <w:rPr>
                <w:b w:val="0"/>
                <w:noProof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EC1" w:rsidRDefault="002F4EC1" w:rsidP="00DD3A51"/>
  <w:p w:rsidR="002F4EC1" w:rsidRDefault="002F4EC1" w:rsidP="00DD3A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BD5" w:rsidRDefault="00B34BD5" w:rsidP="00DD3A51">
      <w:r>
        <w:separator/>
      </w:r>
    </w:p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8442FB"/>
    <w:p w:rsidR="00B34BD5" w:rsidRDefault="00B34BD5" w:rsidP="008442FB"/>
    <w:p w:rsidR="00B34BD5" w:rsidRDefault="00B34BD5"/>
    <w:p w:rsidR="00B34BD5" w:rsidRDefault="00B34BD5" w:rsidP="00116F2F"/>
    <w:p w:rsidR="00B34BD5" w:rsidRDefault="00B34BD5"/>
    <w:p w:rsidR="00B34BD5" w:rsidRDefault="00B34BD5" w:rsidP="00F47056"/>
    <w:p w:rsidR="00B34BD5" w:rsidRDefault="00B34BD5" w:rsidP="00F47056"/>
    <w:p w:rsidR="00B34BD5" w:rsidRDefault="00B34BD5" w:rsidP="00F47056"/>
    <w:p w:rsidR="00B34BD5" w:rsidRDefault="00B34BD5" w:rsidP="00F47056"/>
  </w:footnote>
  <w:footnote w:type="continuationSeparator" w:id="0">
    <w:p w:rsidR="00B34BD5" w:rsidRDefault="00B34BD5" w:rsidP="00DD3A51">
      <w:r>
        <w:continuationSeparator/>
      </w:r>
    </w:p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DD3A51"/>
    <w:p w:rsidR="00B34BD5" w:rsidRDefault="00B34BD5" w:rsidP="008442FB"/>
    <w:p w:rsidR="00B34BD5" w:rsidRDefault="00B34BD5" w:rsidP="008442FB"/>
    <w:p w:rsidR="00B34BD5" w:rsidRDefault="00B34BD5"/>
    <w:p w:rsidR="00B34BD5" w:rsidRDefault="00B34BD5" w:rsidP="00116F2F"/>
    <w:p w:rsidR="00B34BD5" w:rsidRDefault="00B34BD5"/>
    <w:p w:rsidR="00B34BD5" w:rsidRDefault="00B34BD5" w:rsidP="00F47056"/>
    <w:p w:rsidR="00B34BD5" w:rsidRDefault="00B34BD5" w:rsidP="00F47056"/>
    <w:p w:rsidR="00B34BD5" w:rsidRDefault="00B34BD5" w:rsidP="00F47056"/>
    <w:p w:rsidR="00B34BD5" w:rsidRDefault="00B34BD5" w:rsidP="00F470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82B" w:rsidRDefault="00D8282B" w:rsidP="00DD3A51">
    <w:pPr>
      <w:pStyle w:val="Header"/>
    </w:pPr>
  </w:p>
  <w:p w:rsidR="00200178" w:rsidRDefault="00D34AFA" w:rsidP="00DD3A51">
    <w:r w:rsidRPr="00D34AFA">
      <w:rPr>
        <w:noProof/>
        <w:lang w:eastAsia="en-AU"/>
      </w:rPr>
      <w:drawing>
        <wp:inline distT="0" distB="0" distL="0" distR="0">
          <wp:extent cx="2676525" cy="857250"/>
          <wp:effectExtent l="0" t="0" r="9525" b="0"/>
          <wp:docPr id="2" name="Picture 2" descr="C:\Users\BS2753\AppData\Local\Microsoft\Windows\INetCache\Content.Outlook\AY44DR4F\200203 Logo Stack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S2753\AppData\Local\Microsoft\Windows\INetCache\Content.Outlook\AY44DR4F\200203 Logo Stacke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65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178" w:rsidRDefault="00200178" w:rsidP="00DD3A5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B23" w:rsidRDefault="00F56795" w:rsidP="00DD3A51"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7446E75C" wp14:editId="7446E75D">
          <wp:simplePos x="0" y="0"/>
          <wp:positionH relativeFrom="column">
            <wp:posOffset>-805815</wp:posOffset>
          </wp:positionH>
          <wp:positionV relativeFrom="paragraph">
            <wp:posOffset>-397510</wp:posOffset>
          </wp:positionV>
          <wp:extent cx="7696570" cy="102870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6570" cy="1028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3D9B">
      <w:tab/>
    </w:r>
  </w:p>
  <w:p w:rsidR="002F4EC1" w:rsidRDefault="002F4EC1" w:rsidP="00DD3A51"/>
  <w:p w:rsidR="002F4EC1" w:rsidRDefault="002F4EC1" w:rsidP="00DD3A51"/>
  <w:p w:rsidR="002F4EC1" w:rsidRDefault="002F4EC1" w:rsidP="00DD3A51"/>
  <w:p w:rsidR="002F4EC1" w:rsidRDefault="002F4EC1" w:rsidP="00DD3A51"/>
  <w:p w:rsidR="002F4EC1" w:rsidRDefault="002F4EC1" w:rsidP="00DD3A51"/>
  <w:p w:rsidR="002F4EC1" w:rsidRDefault="002F4EC1" w:rsidP="00DD3A51"/>
  <w:p w:rsidR="002F4EC1" w:rsidRDefault="002F4EC1" w:rsidP="00DD3A51"/>
  <w:p w:rsidR="002F4EC1" w:rsidRDefault="002F4EC1" w:rsidP="00DD3A51"/>
  <w:p w:rsidR="002F4EC1" w:rsidRDefault="002F4EC1" w:rsidP="00DD3A51"/>
  <w:p w:rsidR="002F4EC1" w:rsidRDefault="002F4EC1" w:rsidP="00DD3A51"/>
  <w:p w:rsidR="002F4EC1" w:rsidRDefault="002F4EC1" w:rsidP="00DD3A5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CBCC4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48AFF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9EF0CA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58464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01C54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1E25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F0FC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1205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FF5633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F6EE4C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F22C29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1037434"/>
    <w:multiLevelType w:val="hybridMultilevel"/>
    <w:tmpl w:val="8C262B56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034355"/>
    <w:multiLevelType w:val="hybridMultilevel"/>
    <w:tmpl w:val="CBBEE854"/>
    <w:lvl w:ilvl="0" w:tplc="E9C602DC">
      <w:start w:val="1"/>
      <w:numFmt w:val="bullet"/>
      <w:pStyle w:val="List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BA2709"/>
    <w:multiLevelType w:val="hybridMultilevel"/>
    <w:tmpl w:val="838858DA"/>
    <w:lvl w:ilvl="0" w:tplc="01B2C8A6">
      <w:start w:val="1"/>
      <w:numFmt w:val="bullet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  <w:color w:val="FF0000"/>
      </w:rPr>
    </w:lvl>
    <w:lvl w:ilvl="1" w:tplc="00030409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1C580710"/>
    <w:multiLevelType w:val="hybridMultilevel"/>
    <w:tmpl w:val="1E923A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334E77"/>
    <w:multiLevelType w:val="hybridMultilevel"/>
    <w:tmpl w:val="8CD2C44E"/>
    <w:lvl w:ilvl="0" w:tplc="6A7A2778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F33993"/>
    <w:multiLevelType w:val="hybridMultilevel"/>
    <w:tmpl w:val="82AA2ABC"/>
    <w:lvl w:ilvl="0" w:tplc="F288EAF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647C95"/>
    <w:multiLevelType w:val="multilevel"/>
    <w:tmpl w:val="838858DA"/>
    <w:lvl w:ilvl="0">
      <w:start w:val="1"/>
      <w:numFmt w:val="bullet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366D232C"/>
    <w:multiLevelType w:val="hybridMultilevel"/>
    <w:tmpl w:val="D09A4400"/>
    <w:lvl w:ilvl="0" w:tplc="FFF62014">
      <w:start w:val="1"/>
      <w:numFmt w:val="bullet"/>
      <w:lvlText w:val="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  <w:color w:val="FF0000"/>
      </w:rPr>
    </w:lvl>
    <w:lvl w:ilvl="1" w:tplc="00030409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38804116"/>
    <w:multiLevelType w:val="hybridMultilevel"/>
    <w:tmpl w:val="5B38D24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14630C"/>
    <w:multiLevelType w:val="hybridMultilevel"/>
    <w:tmpl w:val="A4085526"/>
    <w:lvl w:ilvl="0" w:tplc="01B2C8A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623402"/>
    <w:multiLevelType w:val="multilevel"/>
    <w:tmpl w:val="72628542"/>
    <w:lvl w:ilvl="0">
      <w:start w:val="1"/>
      <w:numFmt w:val="bullet"/>
      <w:lvlText w:val="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42015B7E"/>
    <w:multiLevelType w:val="hybridMultilevel"/>
    <w:tmpl w:val="72628542"/>
    <w:lvl w:ilvl="0" w:tplc="9C24241C">
      <w:start w:val="1"/>
      <w:numFmt w:val="bullet"/>
      <w:lvlText w:val="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  <w:color w:val="FF0000"/>
      </w:rPr>
    </w:lvl>
    <w:lvl w:ilvl="1" w:tplc="00030409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3" w15:restartNumberingAfterBreak="0">
    <w:nsid w:val="45F454E9"/>
    <w:multiLevelType w:val="multilevel"/>
    <w:tmpl w:val="A4085526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1257FC"/>
    <w:multiLevelType w:val="multilevel"/>
    <w:tmpl w:val="9252C7F8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7B1698"/>
    <w:multiLevelType w:val="hybridMultilevel"/>
    <w:tmpl w:val="F030FD0A"/>
    <w:lvl w:ilvl="0" w:tplc="0C090019">
      <w:start w:val="1"/>
      <w:numFmt w:val="lowerLetter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873B47"/>
    <w:multiLevelType w:val="multilevel"/>
    <w:tmpl w:val="2BD62114"/>
    <w:lvl w:ilvl="0">
      <w:start w:val="1"/>
      <w:numFmt w:val="bullet"/>
      <w:lvlText w:val="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7" w15:restartNumberingAfterBreak="0">
    <w:nsid w:val="5F3827EB"/>
    <w:multiLevelType w:val="hybridMultilevel"/>
    <w:tmpl w:val="DE96E280"/>
    <w:lvl w:ilvl="0" w:tplc="B1A0D55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13"/>
  </w:num>
  <w:num w:numId="4">
    <w:abstractNumId w:val="17"/>
  </w:num>
  <w:num w:numId="5">
    <w:abstractNumId w:val="18"/>
  </w:num>
  <w:num w:numId="6">
    <w:abstractNumId w:val="26"/>
  </w:num>
  <w:num w:numId="7">
    <w:abstractNumId w:val="22"/>
  </w:num>
  <w:num w:numId="8">
    <w:abstractNumId w:val="21"/>
  </w:num>
  <w:num w:numId="9">
    <w:abstractNumId w:val="23"/>
  </w:num>
  <w:num w:numId="10">
    <w:abstractNumId w:val="16"/>
  </w:num>
  <w:num w:numId="11">
    <w:abstractNumId w:val="0"/>
  </w:num>
  <w:num w:numId="12">
    <w:abstractNumId w:val="2"/>
  </w:num>
  <w:num w:numId="13">
    <w:abstractNumId w:val="1"/>
  </w:num>
  <w:num w:numId="14">
    <w:abstractNumId w:val="9"/>
  </w:num>
  <w:num w:numId="15">
    <w:abstractNumId w:val="4"/>
  </w:num>
  <w:num w:numId="16">
    <w:abstractNumId w:val="3"/>
  </w:num>
  <w:num w:numId="17">
    <w:abstractNumId w:val="6"/>
  </w:num>
  <w:num w:numId="18">
    <w:abstractNumId w:val="5"/>
  </w:num>
  <w:num w:numId="19">
    <w:abstractNumId w:val="8"/>
  </w:num>
  <w:num w:numId="20">
    <w:abstractNumId w:val="7"/>
  </w:num>
  <w:num w:numId="21">
    <w:abstractNumId w:val="10"/>
  </w:num>
  <w:num w:numId="22">
    <w:abstractNumId w:val="24"/>
  </w:num>
  <w:num w:numId="23">
    <w:abstractNumId w:val="15"/>
  </w:num>
  <w:num w:numId="24">
    <w:abstractNumId w:val="12"/>
  </w:num>
  <w:num w:numId="25">
    <w:abstractNumId w:val="25"/>
  </w:num>
  <w:num w:numId="26">
    <w:abstractNumId w:val="14"/>
  </w:num>
  <w:num w:numId="27">
    <w:abstractNumId w:val="27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formatting="1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1A3"/>
    <w:rsid w:val="000036BD"/>
    <w:rsid w:val="00010F26"/>
    <w:rsid w:val="00030B86"/>
    <w:rsid w:val="00045C47"/>
    <w:rsid w:val="0008400F"/>
    <w:rsid w:val="00085718"/>
    <w:rsid w:val="000B1534"/>
    <w:rsid w:val="000F3689"/>
    <w:rsid w:val="000F6C58"/>
    <w:rsid w:val="001116D7"/>
    <w:rsid w:val="00116F2F"/>
    <w:rsid w:val="0012442D"/>
    <w:rsid w:val="001249B4"/>
    <w:rsid w:val="001261A3"/>
    <w:rsid w:val="00155189"/>
    <w:rsid w:val="00156968"/>
    <w:rsid w:val="001723F2"/>
    <w:rsid w:val="00172ED5"/>
    <w:rsid w:val="001774B4"/>
    <w:rsid w:val="001E214F"/>
    <w:rsid w:val="00200178"/>
    <w:rsid w:val="00271D95"/>
    <w:rsid w:val="002B1888"/>
    <w:rsid w:val="002E1365"/>
    <w:rsid w:val="002F4EC1"/>
    <w:rsid w:val="002F7B09"/>
    <w:rsid w:val="00301D86"/>
    <w:rsid w:val="003106BA"/>
    <w:rsid w:val="00320876"/>
    <w:rsid w:val="00325970"/>
    <w:rsid w:val="00383AE0"/>
    <w:rsid w:val="003A3341"/>
    <w:rsid w:val="003B419A"/>
    <w:rsid w:val="003C6766"/>
    <w:rsid w:val="003D23A9"/>
    <w:rsid w:val="003D7058"/>
    <w:rsid w:val="003F61C6"/>
    <w:rsid w:val="003F6FFA"/>
    <w:rsid w:val="0040769F"/>
    <w:rsid w:val="00407CDF"/>
    <w:rsid w:val="00412CCB"/>
    <w:rsid w:val="00442327"/>
    <w:rsid w:val="00443AB3"/>
    <w:rsid w:val="00556510"/>
    <w:rsid w:val="0058758C"/>
    <w:rsid w:val="005E41D3"/>
    <w:rsid w:val="00633A7F"/>
    <w:rsid w:val="00635638"/>
    <w:rsid w:val="00662AA3"/>
    <w:rsid w:val="00674532"/>
    <w:rsid w:val="00684979"/>
    <w:rsid w:val="00685D0B"/>
    <w:rsid w:val="00692C97"/>
    <w:rsid w:val="00692E8E"/>
    <w:rsid w:val="006D2B3A"/>
    <w:rsid w:val="006F2794"/>
    <w:rsid w:val="00711255"/>
    <w:rsid w:val="0072611C"/>
    <w:rsid w:val="00727FA7"/>
    <w:rsid w:val="007463C1"/>
    <w:rsid w:val="007A4A9B"/>
    <w:rsid w:val="007E3D23"/>
    <w:rsid w:val="007E70FD"/>
    <w:rsid w:val="00820B23"/>
    <w:rsid w:val="00824C10"/>
    <w:rsid w:val="0082546F"/>
    <w:rsid w:val="00831236"/>
    <w:rsid w:val="008442FB"/>
    <w:rsid w:val="008A0376"/>
    <w:rsid w:val="008C5577"/>
    <w:rsid w:val="00936FED"/>
    <w:rsid w:val="009409AB"/>
    <w:rsid w:val="00940E0C"/>
    <w:rsid w:val="00963C92"/>
    <w:rsid w:val="00966D54"/>
    <w:rsid w:val="00981D4A"/>
    <w:rsid w:val="00A07D6D"/>
    <w:rsid w:val="00A10B0B"/>
    <w:rsid w:val="00A71A19"/>
    <w:rsid w:val="00A76F09"/>
    <w:rsid w:val="00AD1915"/>
    <w:rsid w:val="00AE5CC5"/>
    <w:rsid w:val="00B01800"/>
    <w:rsid w:val="00B10E91"/>
    <w:rsid w:val="00B113A7"/>
    <w:rsid w:val="00B34BD5"/>
    <w:rsid w:val="00B550E1"/>
    <w:rsid w:val="00B62796"/>
    <w:rsid w:val="00B92763"/>
    <w:rsid w:val="00BA2844"/>
    <w:rsid w:val="00BF71E8"/>
    <w:rsid w:val="00C004B3"/>
    <w:rsid w:val="00C02EAC"/>
    <w:rsid w:val="00C1029C"/>
    <w:rsid w:val="00C5613D"/>
    <w:rsid w:val="00C82E26"/>
    <w:rsid w:val="00CB285D"/>
    <w:rsid w:val="00CB7438"/>
    <w:rsid w:val="00CD6228"/>
    <w:rsid w:val="00D34AFA"/>
    <w:rsid w:val="00D513B9"/>
    <w:rsid w:val="00D518FB"/>
    <w:rsid w:val="00D74085"/>
    <w:rsid w:val="00D8282B"/>
    <w:rsid w:val="00DB2287"/>
    <w:rsid w:val="00DD3A51"/>
    <w:rsid w:val="00DD773D"/>
    <w:rsid w:val="00DE7C55"/>
    <w:rsid w:val="00E11E07"/>
    <w:rsid w:val="00E41583"/>
    <w:rsid w:val="00E90224"/>
    <w:rsid w:val="00EA3D9B"/>
    <w:rsid w:val="00EA6A2C"/>
    <w:rsid w:val="00EC2C6F"/>
    <w:rsid w:val="00EE13C6"/>
    <w:rsid w:val="00F24D78"/>
    <w:rsid w:val="00F47056"/>
    <w:rsid w:val="00F56795"/>
    <w:rsid w:val="00F71756"/>
    <w:rsid w:val="00FA58EB"/>
    <w:rsid w:val="00FC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2AE47FD0"/>
  <w15:docId w15:val="{A25703F9-308D-44EB-B0BD-E33D2A718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DD3A51"/>
    <w:rPr>
      <w:rFonts w:asciiTheme="majorHAnsi" w:hAnsiTheme="majorHAnsi"/>
      <w:b/>
      <w:sz w:val="22"/>
      <w:szCs w:val="22"/>
    </w:rPr>
  </w:style>
  <w:style w:type="paragraph" w:styleId="Heading1">
    <w:name w:val="heading 1"/>
    <w:basedOn w:val="Normal"/>
    <w:next w:val="Normal"/>
    <w:autoRedefine/>
    <w:qFormat/>
    <w:rsid w:val="00D8282B"/>
    <w:pPr>
      <w:keepNext/>
      <w:spacing w:after="200"/>
      <w:jc w:val="center"/>
      <w:outlineLvl w:val="0"/>
    </w:pPr>
    <w:rPr>
      <w:color w:val="005677"/>
      <w:spacing w:val="5"/>
      <w:kern w:val="32"/>
      <w:sz w:val="40"/>
      <w:szCs w:val="40"/>
    </w:rPr>
  </w:style>
  <w:style w:type="paragraph" w:styleId="Heading2">
    <w:name w:val="heading 2"/>
    <w:basedOn w:val="Normal"/>
    <w:next w:val="Normal"/>
    <w:autoRedefine/>
    <w:qFormat/>
    <w:rsid w:val="00EA6A2C"/>
    <w:pPr>
      <w:keepNext/>
      <w:spacing w:after="200"/>
      <w:jc w:val="center"/>
      <w:outlineLvl w:val="1"/>
    </w:pPr>
    <w:rPr>
      <w:rFonts w:cs="Arial"/>
      <w:bCs/>
      <w:iCs/>
      <w:color w:val="005677"/>
      <w:sz w:val="40"/>
      <w:szCs w:val="40"/>
    </w:rPr>
  </w:style>
  <w:style w:type="paragraph" w:styleId="Heading3">
    <w:name w:val="heading 3"/>
    <w:basedOn w:val="Normal"/>
    <w:next w:val="Normal"/>
    <w:autoRedefine/>
    <w:qFormat/>
    <w:rsid w:val="00820B23"/>
    <w:pPr>
      <w:keepNext/>
      <w:spacing w:after="200"/>
      <w:outlineLvl w:val="2"/>
    </w:pPr>
    <w:rPr>
      <w:rFonts w:cs="Arial"/>
      <w:b w:val="0"/>
      <w:bCs/>
      <w:color w:val="333333"/>
      <w:sz w:val="32"/>
      <w:szCs w:val="26"/>
    </w:rPr>
  </w:style>
  <w:style w:type="paragraph" w:styleId="Heading4">
    <w:name w:val="heading 4"/>
    <w:basedOn w:val="Normal"/>
    <w:next w:val="Normal"/>
    <w:qFormat/>
    <w:rsid w:val="00820B23"/>
    <w:pPr>
      <w:spacing w:after="200"/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863D0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9409A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314B0"/>
    <w:rPr>
      <w:lang w:bidi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2E0EB3"/>
    <w:pPr>
      <w:shd w:val="clear" w:color="auto" w:fill="000080"/>
    </w:pPr>
    <w:rPr>
      <w:rFonts w:ascii="Tahoma" w:hAnsi="Tahoma" w:cs="Tahoma"/>
      <w:szCs w:val="20"/>
    </w:rPr>
  </w:style>
  <w:style w:type="paragraph" w:styleId="ListNumber">
    <w:name w:val="List Number"/>
    <w:basedOn w:val="Normal"/>
    <w:autoRedefine/>
    <w:rsid w:val="00820B23"/>
    <w:pPr>
      <w:numPr>
        <w:numId w:val="14"/>
      </w:numPr>
      <w:spacing w:after="200"/>
      <w:ind w:left="0" w:firstLine="0"/>
    </w:pPr>
  </w:style>
  <w:style w:type="character" w:styleId="Emphasis">
    <w:name w:val="Emphasis"/>
    <w:qFormat/>
    <w:rsid w:val="00820B23"/>
    <w:rPr>
      <w:i/>
    </w:rPr>
  </w:style>
  <w:style w:type="paragraph" w:styleId="NormalIndent">
    <w:name w:val="Normal Indent"/>
    <w:basedOn w:val="Normal"/>
    <w:autoRedefine/>
    <w:semiHidden/>
    <w:rsid w:val="009409AB"/>
    <w:pPr>
      <w:ind w:left="720"/>
    </w:pPr>
  </w:style>
  <w:style w:type="character" w:styleId="Strong">
    <w:name w:val="Strong"/>
    <w:qFormat/>
    <w:rsid w:val="00820B23"/>
    <w:rPr>
      <w:b/>
    </w:rPr>
  </w:style>
  <w:style w:type="table" w:customStyle="1" w:styleId="FactsheetTable">
    <w:name w:val="Factsheet Table"/>
    <w:basedOn w:val="TableNormal"/>
    <w:rsid w:val="00820B23"/>
    <w:rPr>
      <w:rFonts w:ascii="Arial" w:hAnsi="Arial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Symbol" w:hAnsi="Symbol"/>
        <w:b/>
        <w:color w:val="auto"/>
        <w:sz w:val="20"/>
      </w:rPr>
    </w:tblStylePr>
    <w:tblStylePr w:type="lastRow">
      <w:rPr>
        <w:sz w:val="20"/>
      </w:rPr>
    </w:tblStylePr>
    <w:tblStylePr w:type="firstCol">
      <w:rPr>
        <w:b/>
        <w:sz w:val="20"/>
      </w:rPr>
    </w:tblStylePr>
    <w:tblStylePr w:type="lastCol">
      <w:rPr>
        <w:sz w:val="20"/>
      </w:rPr>
    </w:tblStylePr>
    <w:tblStylePr w:type="band1Vert">
      <w:rPr>
        <w:sz w:val="20"/>
      </w:rPr>
    </w:tblStylePr>
    <w:tblStylePr w:type="band2Vert">
      <w:rPr>
        <w:sz w:val="20"/>
      </w:rPr>
    </w:tblStylePr>
    <w:tblStylePr w:type="band1Horz">
      <w:rPr>
        <w:sz w:val="20"/>
      </w:rPr>
    </w:tblStylePr>
    <w:tblStylePr w:type="band2Horz">
      <w:rPr>
        <w:sz w:val="20"/>
      </w:rPr>
    </w:tblStylePr>
    <w:tblStylePr w:type="neCell">
      <w:rPr>
        <w:sz w:val="20"/>
      </w:rPr>
    </w:tblStylePr>
    <w:tblStylePr w:type="nwCell">
      <w:rPr>
        <w:sz w:val="20"/>
      </w:rPr>
    </w:tblStylePr>
    <w:tblStylePr w:type="seCell">
      <w:rPr>
        <w:sz w:val="20"/>
      </w:rPr>
    </w:tblStylePr>
    <w:tblStylePr w:type="swCell">
      <w:rPr>
        <w:sz w:val="20"/>
      </w:rPr>
    </w:tblStylePr>
  </w:style>
  <w:style w:type="paragraph" w:styleId="BodyText">
    <w:name w:val="Body Text"/>
    <w:basedOn w:val="Normal"/>
    <w:rsid w:val="00820B23"/>
    <w:pPr>
      <w:spacing w:after="200"/>
    </w:pPr>
  </w:style>
  <w:style w:type="paragraph" w:styleId="BodyTextIndent">
    <w:name w:val="Body Text Indent"/>
    <w:basedOn w:val="Normal"/>
    <w:rsid w:val="00820B23"/>
    <w:pPr>
      <w:spacing w:after="120"/>
      <w:ind w:left="283"/>
    </w:pPr>
  </w:style>
  <w:style w:type="paragraph" w:styleId="ListBullet">
    <w:name w:val="List Bullet"/>
    <w:basedOn w:val="Normal"/>
    <w:autoRedefine/>
    <w:rsid w:val="00820B23"/>
    <w:pPr>
      <w:numPr>
        <w:numId w:val="24"/>
      </w:numPr>
      <w:tabs>
        <w:tab w:val="clear" w:pos="720"/>
        <w:tab w:val="left" w:pos="357"/>
      </w:tabs>
      <w:spacing w:after="200"/>
      <w:ind w:left="0" w:firstLine="0"/>
    </w:pPr>
    <w:rPr>
      <w:noProof/>
      <w:color w:val="333333"/>
    </w:rPr>
  </w:style>
  <w:style w:type="paragraph" w:styleId="Caption">
    <w:name w:val="caption"/>
    <w:basedOn w:val="Normal"/>
    <w:next w:val="Normal"/>
    <w:qFormat/>
    <w:rsid w:val="00820B23"/>
    <w:pPr>
      <w:spacing w:after="120"/>
    </w:pPr>
    <w:rPr>
      <w:rFonts w:eastAsia="MS Mincho"/>
      <w:b w:val="0"/>
      <w:sz w:val="18"/>
      <w:lang w:val="en-US"/>
    </w:rPr>
  </w:style>
  <w:style w:type="paragraph" w:styleId="BlockText">
    <w:name w:val="Block Text"/>
    <w:basedOn w:val="Normal"/>
    <w:rsid w:val="00820B23"/>
    <w:pPr>
      <w:spacing w:after="200"/>
      <w:ind w:left="357" w:right="357"/>
    </w:pPr>
    <w:rPr>
      <w:rFonts w:eastAsia="MS Mincho"/>
      <w:color w:val="000000"/>
      <w:lang w:val="en-US"/>
    </w:rPr>
  </w:style>
  <w:style w:type="paragraph" w:styleId="BalloonText">
    <w:name w:val="Balloon Text"/>
    <w:basedOn w:val="Normal"/>
    <w:link w:val="BalloonTextChar"/>
    <w:rsid w:val="00F5679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5679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rsid w:val="00D513B9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3C6766"/>
    <w:rPr>
      <w:rFonts w:ascii="Arial" w:hAnsi="Arial"/>
      <w:szCs w:val="28"/>
    </w:rPr>
  </w:style>
  <w:style w:type="paragraph" w:styleId="ListParagraph">
    <w:name w:val="List Paragraph"/>
    <w:basedOn w:val="Normal"/>
    <w:uiPriority w:val="34"/>
    <w:qFormat/>
    <w:rsid w:val="00EA3D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CommentReference">
    <w:name w:val="annotation reference"/>
    <w:basedOn w:val="DefaultParagraphFont"/>
    <w:uiPriority w:val="99"/>
    <w:unhideWhenUsed/>
    <w:rsid w:val="00CB74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B7438"/>
    <w:pPr>
      <w:spacing w:after="200"/>
    </w:pPr>
    <w:rPr>
      <w:rFonts w:asciiTheme="minorHAnsi" w:eastAsiaTheme="minorHAnsi" w:hAnsiTheme="minorHAnsi" w:cstheme="minorBidi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7438"/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71"/>
    <w:rsid w:val="00AE5CC5"/>
    <w:rPr>
      <w:rFonts w:asciiTheme="majorHAnsi" w:hAnsiTheme="majorHAnsi"/>
      <w:b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rsid w:val="000036BD"/>
    <w:pPr>
      <w:spacing w:after="0"/>
    </w:pPr>
    <w:rPr>
      <w:rFonts w:asciiTheme="majorHAnsi" w:eastAsia="Times New Roman" w:hAnsiTheme="majorHAnsi" w:cs="Times New Roman"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0036BD"/>
    <w:rPr>
      <w:rFonts w:asciiTheme="majorHAnsi" w:eastAsiaTheme="minorHAnsi" w:hAnsiTheme="maj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traenquiries@dese.gov.au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cludeInNotificationsAndUpdates xmlns="c8e98363-293f-4e1f-adeb-21964b0adf5a">true</IncludeInNotificationsAndUpdates>
    <CorePublishingComments xmlns="c8e98363-293f-4e1f-adeb-21964b0adf5a" xsi:nil="true"/>
    <IPSCategory xmlns="c8e98363-293f-4e1f-adeb-21964b0adf5a" xsi:nil="true"/>
    <IncludeInContentRollups xmlns="c8e98363-293f-4e1f-adeb-21964b0adf5a">false</IncludeInContentRollups>
    <KeywordsLookupField xmlns="6c2c5765-952c-4e19-adb4-9216d09af5b2"/>
    <PublishingExpirationDate xmlns="http://schemas.microsoft.com/sharepoint/v3" xsi:nil="true"/>
    <DocumentRollupCategory xmlns="6c2c5765-952c-4e19-adb4-9216d09af5b2"/>
    <CorePublishingDocumentCategory xmlns="6c2c5765-952c-4e19-adb4-9216d09af5b2" xsi:nil="true"/>
    <PublishingStartDate xmlns="http://schemas.microsoft.com/sharepoint/v3" xsi:nil="true"/>
    <CorePublishingDocumentChangeDescription xmlns="c8e98363-293f-4e1f-adeb-21964b0adf5a" xsi:nil="true"/>
    <CorePublishingDocumentContact xmlns="c8e98363-293f-4e1f-adeb-21964b0adf5a">
      <UserInfo>
        <DisplayName>Behnke, Chris</DisplayName>
        <AccountId>87</AccountId>
        <AccountType/>
      </UserInfo>
    </CorePublishingDocumentContact>
    <SubjectLookupField xmlns="6c2c5765-952c-4e19-adb4-9216d09af5b2"/>
    <CorePublishingFileReference xmlns="c8e98363-293f-4e1f-adeb-21964b0adf5a">ReviewRequestForm</CorePublishingFileReference>
    <IncludeInRSSFeeds xmlns="c8e98363-293f-4e1f-adeb-21964b0adf5a">false</IncludeInRSSFeed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ore Publishing Document" ma:contentTypeID="0x01010097F86F0C24D64525B252BB20BD9D45A700EF5CE5C306560C46B8A65C454E674D7B" ma:contentTypeVersion="76" ma:contentTypeDescription="Core Publishing Document, inherited from OOTB document." ma:contentTypeScope="" ma:versionID="4038120d917757cd1d3014528cdf49b6">
  <xsd:schema xmlns:xsd="http://www.w3.org/2001/XMLSchema" xmlns:xs="http://www.w3.org/2001/XMLSchema" xmlns:p="http://schemas.microsoft.com/office/2006/metadata/properties" xmlns:ns1="http://schemas.microsoft.com/sharepoint/v3" xmlns:ns2="c8e98363-293f-4e1f-adeb-21964b0adf5a" xmlns:ns3="6c2c5765-952c-4e19-adb4-9216d09af5b2" targetNamespace="http://schemas.microsoft.com/office/2006/metadata/properties" ma:root="true" ma:fieldsID="2ad3cbfdffb62dc491d48a62ed5c67bf" ns1:_="" ns2:_="" ns3:_="">
    <xsd:import namespace="http://schemas.microsoft.com/sharepoint/v3"/>
    <xsd:import namespace="c8e98363-293f-4e1f-adeb-21964b0adf5a"/>
    <xsd:import namespace="6c2c5765-952c-4e19-adb4-9216d09af5b2"/>
    <xsd:element name="properties">
      <xsd:complexType>
        <xsd:sequence>
          <xsd:element name="documentManagement">
            <xsd:complexType>
              <xsd:all>
                <xsd:element ref="ns2:CorePublishingComments" minOccurs="0"/>
                <xsd:element ref="ns1:PublishingStartDate" minOccurs="0"/>
                <xsd:element ref="ns1:PublishingExpirationDate" minOccurs="0"/>
                <xsd:element ref="ns2:CorePublishingDocumentContact"/>
                <xsd:element ref="ns3:SubjectLookupField" minOccurs="0"/>
                <xsd:element ref="ns3:KeywordsLookupField" minOccurs="0"/>
                <xsd:element ref="ns3:CorePublishingDocumentCategory" minOccurs="0"/>
                <xsd:element ref="ns2:IPSCategory" minOccurs="0"/>
                <xsd:element ref="ns2:CorePublishingFileReference"/>
                <xsd:element ref="ns2:IncludeInNotificationsAndUpdates" minOccurs="0"/>
                <xsd:element ref="ns2:IncludeInContentRollups" minOccurs="0"/>
                <xsd:element ref="ns2:IncludeInRSSFeeds" minOccurs="0"/>
                <xsd:element ref="ns2:CorePublishingDocumentChangeDescription" minOccurs="0"/>
                <xsd:element ref="ns3:DocumentRollup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9" nillable="true" ma:displayName="Start Date" ma:description="" ma:internalName="PublishingStartDate">
      <xsd:simpleType>
        <xsd:restriction base="dms:Unknown"/>
      </xsd:simpleType>
    </xsd:element>
    <xsd:element name="PublishingExpirationDate" ma:index="10" nillable="true" ma:displayName="End Date" ma:description="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e98363-293f-4e1f-adeb-21964b0adf5a" elementFormDefault="qualified">
    <xsd:import namespace="http://schemas.microsoft.com/office/2006/documentManagement/types"/>
    <xsd:import namespace="http://schemas.microsoft.com/office/infopath/2007/PartnerControls"/>
    <xsd:element name="CorePublishingComments" ma:index="8" nillable="true" ma:displayName="Description" ma:description="Used for DC.Description metadata." ma:internalName="CorePublishingComments">
      <xsd:simpleType>
        <xsd:restriction base="dms:Note"/>
      </xsd:simpleType>
    </xsd:element>
    <xsd:element name="CorePublishingDocumentContact" ma:index="11" ma:displayName="Document Contact" ma:list="UserInfo" ma:internalName="CorePublishingDocumentContac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PSCategory" ma:index="15" nillable="true" ma:displayName="IPS Category" ma:description="Used for FOI/IPS categorisation." ma:format="Dropdown" ma:internalName="IPSCategory">
      <xsd:simpleType>
        <xsd:restriction base="dms:Choice">
          <xsd:enumeration value="1. Who we are"/>
          <xsd:enumeration value="2. What we do"/>
          <xsd:enumeration value="3. Our reports"/>
          <xsd:enumeration value="4. Consultation"/>
          <xsd:enumeration value="5. Our strategic and business priorities"/>
          <xsd:enumeration value="6. Routinely requested information"/>
          <xsd:enumeration value="7. Our finances"/>
          <xsd:enumeration value="8. Our lists"/>
          <xsd:enumeration value="9. Our submissions"/>
          <xsd:enumeration value="10. Our policies"/>
        </xsd:restriction>
      </xsd:simpleType>
    </xsd:element>
    <xsd:element name="CorePublishingFileReference" ma:index="16" ma:displayName="File Reference" ma:description="Audit Requirement." ma:internalName="CorePublishingFileReference">
      <xsd:simpleType>
        <xsd:restriction base="dms:Text"/>
      </xsd:simpleType>
    </xsd:element>
    <xsd:element name="IncludeInNotificationsAndUpdates" ma:index="17" nillable="true" ma:displayName="Include in Email Updates" ma:default="1" ma:internalName="IncludeInNotificationsAndUpdates">
      <xsd:simpleType>
        <xsd:restriction base="dms:Boolean"/>
      </xsd:simpleType>
    </xsd:element>
    <xsd:element name="IncludeInContentRollups" ma:index="18" nillable="true" ma:displayName="Include In Content Rollups" ma:default="0" ma:description="Used at the site owners' discretion to include/exclude pages from 'rollup' web parts such as content queries." ma:internalName="IncludeInContentRollups">
      <xsd:simpleType>
        <xsd:restriction base="dms:Boolean"/>
      </xsd:simpleType>
    </xsd:element>
    <xsd:element name="IncludeInRSSFeeds" ma:index="19" nillable="true" ma:displayName="Include In RSS Feeds" ma:default="0" ma:description="Used at the site owners' discretion to include/exclude documents from RSS feeds." ma:internalName="IncludeInRSSFeeds">
      <xsd:simpleType>
        <xsd:restriction base="dms:Boolean"/>
      </xsd:simpleType>
    </xsd:element>
    <xsd:element name="CorePublishingDocumentChangeDescription" ma:index="20" nillable="true" ma:displayName="Document Change Description" ma:description="Description of the current version of the document - can be of assistance to reviewers/approvers (and can be included in the workflow emails)." ma:internalName="CorePublishingDocumentChange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2c5765-952c-4e19-adb4-9216d09af5b2" elementFormDefault="qualified">
    <xsd:import namespace="http://schemas.microsoft.com/office/2006/documentManagement/types"/>
    <xsd:import namespace="http://schemas.microsoft.com/office/infopath/2007/PartnerControls"/>
    <xsd:element name="SubjectLookupField" ma:index="12" nillable="true" ma:displayName="Subject" ma:list="d1bf1fd4-5772-4e7b-8fc5-3512a0b4766a" ma:internalName="SubjectLookupField" ma:web="6c2c5765-952c-4e19-adb4-9216d09af5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wordsLookupField" ma:index="13" nillable="true" ma:displayName="Keywords" ma:list="e5ef9579-b499-490c-b3a7-0677f8b7ff11" ma:internalName="KeywordsLookupField" ma:web="6c2c5765-952c-4e19-adb4-9216d09af5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ePublishingDocumentCategory" ma:index="14" nillable="true" ma:displayName="Document Category" ma:description="Document Type list is used for source data. Used for DC.Type.documentType metadata." ma:list="{93288d12-1efa-466e-a8d7-7f3f3b5228a0}" ma:internalName="CorePublishingDocumentCategory" ma:showField="Title" ma:web="{6c2c5765-952c-4e19-adb4-9216d09af5b2}">
      <xsd:simpleType>
        <xsd:restriction base="dms:Lookup"/>
      </xsd:simpleType>
    </xsd:element>
    <xsd:element name="DocumentRollupCategory" ma:index="21" nillable="true" ma:displayName="Rollup Category" ma:description="Document Rollup Category list is used for source data, populated by the site owners. Used at the site owners' discretion to include/exclude certain categories of pages in rollups." ma:list="{5947f74f-7f8d-4325-9a1e-f59fd2982267}" ma:internalName="DocumentRollupCategory" ma:showField="Title" ma:web="{6c2c5765-952c-4e19-adb4-9216d09af5b2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3024B-267A-479D-BCA9-71EE57C6C0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44997B-6A05-4826-A0F2-58A0189A7448}">
  <ds:schemaRefs>
    <ds:schemaRef ds:uri="http://schemas.microsoft.com/office/2006/metadata/properties"/>
    <ds:schemaRef ds:uri="http://schemas.microsoft.com/office/infopath/2007/PartnerControls"/>
    <ds:schemaRef ds:uri="c8e98363-293f-4e1f-adeb-21964b0adf5a"/>
    <ds:schemaRef ds:uri="6c2c5765-952c-4e19-adb4-9216d09af5b2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E1D623F-9FD6-4C55-859F-646CEC738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8e98363-293f-4e1f-adeb-21964b0adf5a"/>
    <ds:schemaRef ds:uri="6c2c5765-952c-4e19-adb4-9216d09af5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D34185-7113-45CA-AE9F-ADAE4D8EE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59F67BFE.dotm</Template>
  <TotalTime>18</TotalTime>
  <Pages>3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ReviewRequestForm</vt:lpstr>
    </vt:vector>
  </TitlesOfParts>
  <Company>DIISR</Company>
  <LinksUpToDate>false</LinksUpToDate>
  <CharactersWithSpaces>4575</CharactersWithSpaces>
  <SharedDoc>false</SharedDoc>
  <HLinks>
    <vt:vector size="6" baseType="variant">
      <vt:variant>
        <vt:i4>1572983</vt:i4>
      </vt:variant>
      <vt:variant>
        <vt:i4>-1</vt:i4>
      </vt:variant>
      <vt:variant>
        <vt:i4>2050</vt:i4>
      </vt:variant>
      <vt:variant>
        <vt:i4>1</vt:i4>
      </vt:variant>
      <vt:variant>
        <vt:lpwstr>Word light header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ReviewRequestForm</dc:title>
  <dc:creator>Kinnish, Krystal</dc:creator>
  <cp:lastModifiedBy>STOEWER,Brian</cp:lastModifiedBy>
  <cp:revision>9</cp:revision>
  <cp:lastPrinted>2015-03-16T02:00:00Z</cp:lastPrinted>
  <dcterms:created xsi:type="dcterms:W3CDTF">2017-07-05T05:06:00Z</dcterms:created>
  <dcterms:modified xsi:type="dcterms:W3CDTF">2020-02-07T02:28:00Z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Number">
    <vt:i4>0</vt:i4>
  </property>
  <property fmtid="{D5CDD505-2E9C-101B-9397-08002B2CF9AE}" pid="3" name="ClassificationPty">
    <vt:lpwstr/>
  </property>
  <property fmtid="{D5CDD505-2E9C-101B-9397-08002B2CF9AE}" pid="4" name="FileNumberPty">
    <vt:lpwstr/>
  </property>
  <property fmtid="{D5CDD505-2E9C-101B-9397-08002B2CF9AE}" pid="5" name="CorporateTmplBased">
    <vt:lpwstr>No</vt:lpwstr>
  </property>
  <property fmtid="{D5CDD505-2E9C-101B-9397-08002B2CF9AE}" pid="6" name="ContentTypeId">
    <vt:lpwstr>0x01010097F86F0C24D64525B252BB20BD9D45A700EF5CE5C306560C46B8A65C454E674D7B</vt:lpwstr>
  </property>
</Properties>
</file>