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942" w:rsidRDefault="00036C6A" w:rsidP="00F56795">
      <w:pPr>
        <w:pStyle w:val="Heading1"/>
        <w:rPr>
          <w:rFonts w:eastAsiaTheme="majorEastAsia" w:cstheme="majorBidi"/>
          <w:kern w:val="28"/>
          <w:sz w:val="40"/>
          <w:szCs w:val="52"/>
        </w:rPr>
      </w:pPr>
      <w:r w:rsidRPr="009E1F03">
        <w:rPr>
          <w:rFonts w:eastAsiaTheme="majorEastAsia" w:cstheme="majorBidi"/>
          <w:kern w:val="28"/>
          <w:sz w:val="40"/>
          <w:szCs w:val="52"/>
        </w:rPr>
        <w:t xml:space="preserve">Trades Recognition Australia </w:t>
      </w:r>
    </w:p>
    <w:p w:rsidR="00824C10" w:rsidRPr="009E1F03" w:rsidRDefault="00036C6A" w:rsidP="00F56795">
      <w:pPr>
        <w:pStyle w:val="Heading1"/>
        <w:rPr>
          <w:rFonts w:eastAsiaTheme="majorEastAsia" w:cstheme="majorBidi"/>
          <w:kern w:val="28"/>
          <w:sz w:val="40"/>
          <w:szCs w:val="52"/>
        </w:rPr>
      </w:pPr>
      <w:r w:rsidRPr="009E1F03">
        <w:rPr>
          <w:rFonts w:eastAsiaTheme="majorEastAsia" w:cstheme="majorBidi"/>
          <w:kern w:val="28"/>
          <w:sz w:val="40"/>
          <w:szCs w:val="52"/>
        </w:rPr>
        <w:t xml:space="preserve">Customer Satisfaction Form </w:t>
      </w:r>
    </w:p>
    <w:p w:rsidR="00036C6A" w:rsidRPr="004B11D4" w:rsidRDefault="00036C6A" w:rsidP="00036C6A">
      <w:pPr>
        <w:pStyle w:val="BodyText"/>
        <w:rPr>
          <w:rStyle w:val="Strong"/>
          <w:rFonts w:ascii="Calibri" w:hAnsi="Calibri" w:cs="Arial"/>
          <w:b w:val="0"/>
          <w:sz w:val="24"/>
          <w:szCs w:val="24"/>
        </w:rPr>
      </w:pPr>
      <w:r w:rsidRPr="004B11D4">
        <w:rPr>
          <w:rStyle w:val="Strong"/>
          <w:rFonts w:ascii="Calibri" w:hAnsi="Calibri" w:cs="Arial"/>
          <w:b w:val="0"/>
          <w:sz w:val="24"/>
          <w:szCs w:val="24"/>
        </w:rPr>
        <w:t xml:space="preserve">If you would like to make a comment about services provided by Trades Recognition Australia (TRA), we invite you to complete this form and submit it to us.  </w:t>
      </w:r>
    </w:p>
    <w:p w:rsidR="00036C6A" w:rsidRPr="004B11D4" w:rsidRDefault="00036C6A" w:rsidP="00036C6A">
      <w:pPr>
        <w:pStyle w:val="BodyText"/>
        <w:rPr>
          <w:rStyle w:val="Hyperlink"/>
          <w:rFonts w:ascii="Calibri" w:hAnsi="Calibri" w:cs="Arial"/>
          <w:sz w:val="24"/>
          <w:szCs w:val="24"/>
        </w:rPr>
      </w:pPr>
      <w:r w:rsidRPr="004B11D4">
        <w:rPr>
          <w:rStyle w:val="Strong"/>
          <w:rFonts w:ascii="Calibri" w:hAnsi="Calibri" w:cs="Arial"/>
          <w:b w:val="0"/>
          <w:sz w:val="24"/>
          <w:szCs w:val="24"/>
        </w:rPr>
        <w:t xml:space="preserve">If you would like feedback relating to your skills assessment outcome, please contact the TRA Enquiry Line by phoning 1300 360 992 or emailing </w:t>
      </w:r>
      <w:hyperlink r:id="rId10" w:history="1">
        <w:r w:rsidR="002E4734" w:rsidRPr="00A67C77">
          <w:rPr>
            <w:rStyle w:val="Hyperlink"/>
            <w:rFonts w:ascii="Calibri" w:hAnsi="Calibri" w:cs="Arial"/>
            <w:sz w:val="24"/>
            <w:szCs w:val="24"/>
          </w:rPr>
          <w:t>traenquiries@dese.gov.au</w:t>
        </w:r>
      </w:hyperlink>
    </w:p>
    <w:p w:rsidR="00F341CD" w:rsidRPr="009E1F03" w:rsidRDefault="00F341CD" w:rsidP="00036C6A">
      <w:pPr>
        <w:pStyle w:val="BodyText"/>
        <w:rPr>
          <w:rStyle w:val="Strong"/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7"/>
        <w:gridCol w:w="976"/>
        <w:gridCol w:w="740"/>
        <w:gridCol w:w="4637"/>
      </w:tblGrid>
      <w:tr w:rsidR="00421E8E" w:rsidRPr="00421E8E" w:rsidTr="009C2BCD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D53132" w:rsidP="009C2BCD">
            <w:pPr>
              <w:pStyle w:val="BodyText"/>
              <w:spacing w:after="0"/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  <w:t>First Name</w:t>
            </w:r>
          </w:p>
        </w:tc>
        <w:tc>
          <w:tcPr>
            <w:tcW w:w="54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53132" w:rsidRPr="009C2BCD" w:rsidRDefault="00D53132" w:rsidP="009C2BCD">
            <w:pPr>
              <w:pStyle w:val="BodyText"/>
              <w:spacing w:after="0"/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9C2BCD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Del="00D53132" w:rsidRDefault="00421E8E" w:rsidP="009C2BCD">
            <w:pPr>
              <w:pStyle w:val="BodyText"/>
              <w:spacing w:after="0"/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  <w:t>Last Name</w:t>
            </w:r>
          </w:p>
        </w:tc>
        <w:tc>
          <w:tcPr>
            <w:tcW w:w="544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21E8E" w:rsidRPr="009C2BCD" w:rsidRDefault="00421E8E" w:rsidP="009C2BCD">
            <w:pPr>
              <w:pStyle w:val="BodyText"/>
              <w:spacing w:after="0"/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9C2BCD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9C2BCD">
            <w:pPr>
              <w:pStyle w:val="BodyText"/>
              <w:spacing w:after="0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TRA reference number (if applicable)</w:t>
            </w:r>
          </w:p>
        </w:tc>
        <w:tc>
          <w:tcPr>
            <w:tcW w:w="544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1E8E" w:rsidRPr="009C2BCD" w:rsidRDefault="00421E8E" w:rsidP="009C2BCD">
            <w:pPr>
              <w:pStyle w:val="BodyText"/>
              <w:spacing w:after="0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9C2BCD">
        <w:tc>
          <w:tcPr>
            <w:tcW w:w="9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9C" w:rsidRDefault="007E629C" w:rsidP="00036C6A">
            <w:pPr>
              <w:pStyle w:val="BodyText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</w:p>
          <w:p w:rsidR="00036C6A" w:rsidRPr="009C2BCD" w:rsidRDefault="00036C6A" w:rsidP="00036C6A">
            <w:pPr>
              <w:pStyle w:val="BodyText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How do you want to be contacted?  Please tick and provide details </w:t>
            </w:r>
          </w:p>
        </w:tc>
      </w:tr>
      <w:tr w:rsidR="00421E8E" w:rsidRPr="00421E8E" w:rsidTr="009C2BC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Email:</w:t>
            </w:r>
          </w:p>
        </w:tc>
        <w:tc>
          <w:tcPr>
            <w:tcW w:w="6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9C2BC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Mail:</w:t>
            </w:r>
          </w:p>
        </w:tc>
        <w:tc>
          <w:tcPr>
            <w:tcW w:w="6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9C2BC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Telephone:</w:t>
            </w:r>
          </w:p>
        </w:tc>
        <w:tc>
          <w:tcPr>
            <w:tcW w:w="6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9C2BCD" w:rsidRDefault="00421E8E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9C2BCD">
        <w:tc>
          <w:tcPr>
            <w:tcW w:w="9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D53132" w:rsidP="00D53132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>Please tick which program your comment relates to.</w:t>
            </w:r>
          </w:p>
        </w:tc>
      </w:tr>
      <w:tr w:rsidR="00421E8E" w:rsidRPr="00421E8E" w:rsidTr="009C2BCD"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D53132" w:rsidP="005B135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</w:t>
            </w:r>
            <w:r w:rsidR="005B135A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>TSS</w:t>
            </w:r>
            <w:r w:rsidR="005B135A"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</w:t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Program   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Job Ready Program   </w:t>
            </w:r>
          </w:p>
        </w:tc>
      </w:tr>
      <w:tr w:rsidR="00421E8E" w:rsidRPr="00421E8E" w:rsidTr="009C2BCD"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Migration Points Advice</w:t>
            </w:r>
            <w:r w:rsidRPr="009C2BCD" w:rsidDel="00391A30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Migration Skills Assessment   </w:t>
            </w:r>
          </w:p>
        </w:tc>
      </w:tr>
      <w:tr w:rsidR="00421E8E" w:rsidRPr="00421E8E" w:rsidTr="009C2BCD"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Offshore Skills Assessment Program   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Provisional Skills Assessment </w:t>
            </w:r>
          </w:p>
        </w:tc>
      </w:tr>
      <w:tr w:rsidR="00421E8E" w:rsidRPr="00421E8E" w:rsidTr="009C2BCD"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Trades Recognition Service (TRS)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132" w:rsidRPr="009C2BCD" w:rsidRDefault="00391A30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 w:rsidRPr="009C2BCD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General/Other   </w:t>
            </w:r>
          </w:p>
        </w:tc>
      </w:tr>
      <w:tr w:rsidR="00421E8E" w:rsidRPr="00421E8E" w:rsidTr="009C2BCD">
        <w:tc>
          <w:tcPr>
            <w:tcW w:w="9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1A30" w:rsidRDefault="00391A30" w:rsidP="00036C6A">
            <w:pPr>
              <w:pStyle w:val="BodyText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</w:p>
          <w:p w:rsidR="00421E8E" w:rsidRPr="007E629C" w:rsidRDefault="00421E8E" w:rsidP="00036C6A">
            <w:pPr>
              <w:pStyle w:val="BodyText"/>
              <w:rPr>
                <w:rStyle w:val="Strong"/>
                <w:rFonts w:asciiTheme="majorHAnsi" w:hAnsiTheme="majorHAnsi" w:cs="Arial"/>
                <w:b w:val="0"/>
                <w:color w:val="000000" w:themeColor="text1"/>
                <w:sz w:val="24"/>
                <w:szCs w:val="24"/>
              </w:rPr>
            </w:pPr>
            <w:r w:rsidRPr="00F341CD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Do your comments relate to your experience or are you acting on behalf of someone else?</w:t>
            </w:r>
          </w:p>
        </w:tc>
      </w:tr>
      <w:tr w:rsidR="00421E8E" w:rsidRPr="00421E8E" w:rsidTr="009C2BCD"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2C2968" w:rsidRDefault="00421E8E" w:rsidP="00421E8E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2C2968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Myself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E8E" w:rsidRPr="00421E8E" w:rsidRDefault="00421E8E" w:rsidP="00036C6A">
            <w:pPr>
              <w:pStyle w:val="BodyText"/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2C2968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sym w:font="Wingdings" w:char="F06F"/>
            </w:r>
            <w:r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Someone else</w:t>
            </w:r>
            <w:bookmarkStart w:id="0" w:name="_GoBack"/>
            <w:bookmarkEnd w:id="0"/>
          </w:p>
        </w:tc>
      </w:tr>
    </w:tbl>
    <w:p w:rsidR="00F341CD" w:rsidRDefault="00F341C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631"/>
      </w:tblGrid>
      <w:tr w:rsidR="00421E8E" w:rsidRPr="00421E8E" w:rsidTr="004B11D4">
        <w:tc>
          <w:tcPr>
            <w:tcW w:w="9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C6A" w:rsidRPr="004B11D4" w:rsidRDefault="00036C6A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4B11D4">
              <w:rPr>
                <w:rStyle w:val="Strong"/>
                <w:rFonts w:asciiTheme="majorHAnsi" w:hAnsiTheme="majorHAnsi" w:cs="Arial"/>
                <w:color w:val="000000" w:themeColor="text1"/>
                <w:sz w:val="24"/>
                <w:szCs w:val="24"/>
              </w:rPr>
              <w:lastRenderedPageBreak/>
              <w:t xml:space="preserve">What is your comment/concern? </w:t>
            </w:r>
            <w:r w:rsidRPr="004B11D4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>(</w:t>
            </w:r>
            <w:r w:rsidR="00C7763A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>I</w:t>
            </w:r>
            <w:r w:rsidRPr="004B11D4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>f you need more space</w:t>
            </w:r>
            <w:r w:rsidR="00C7763A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>,</w:t>
            </w:r>
            <w:r w:rsidRPr="004B11D4"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  <w:t xml:space="preserve"> please attach additional pages)</w:t>
            </w:r>
          </w:p>
          <w:p w:rsidR="00FD454D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Pr="004B11D4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4B11D4">
        <w:tc>
          <w:tcPr>
            <w:tcW w:w="9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C6A" w:rsidRPr="004B11D4" w:rsidRDefault="00036C6A" w:rsidP="00036C6A">
            <w:pPr>
              <w:pStyle w:val="BodyText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4B11D4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As a result of your comments, what outcome would you like?</w:t>
            </w:r>
          </w:p>
          <w:p w:rsidR="00F341CD" w:rsidRDefault="00F341CD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341CD" w:rsidRPr="004B11D4" w:rsidRDefault="00F341CD" w:rsidP="00036C6A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  <w:p w:rsidR="00FD454D" w:rsidRPr="004B11D4" w:rsidRDefault="00FD454D">
            <w:pPr>
              <w:pStyle w:val="BodyText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</w:p>
        </w:tc>
      </w:tr>
      <w:tr w:rsidR="00421E8E" w:rsidRPr="00421E8E" w:rsidTr="004B11D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C6A" w:rsidRPr="004B11D4" w:rsidRDefault="00036C6A" w:rsidP="004B11D4">
            <w:pPr>
              <w:pStyle w:val="BodyText"/>
              <w:spacing w:after="0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4B11D4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Signature 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C6A" w:rsidRPr="004B11D4" w:rsidRDefault="00036C6A" w:rsidP="004B11D4">
            <w:pPr>
              <w:pStyle w:val="BodyText"/>
              <w:spacing w:after="0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4B11D4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Date </w:t>
            </w:r>
          </w:p>
        </w:tc>
      </w:tr>
      <w:tr w:rsidR="00F341CD" w:rsidRPr="00421E8E" w:rsidTr="004B11D4"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341CD" w:rsidRPr="00F341CD" w:rsidRDefault="00F341CD" w:rsidP="004B11D4">
            <w:pPr>
              <w:pStyle w:val="BodyText"/>
              <w:spacing w:after="0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341CD" w:rsidRPr="004B11D4" w:rsidRDefault="00F341CD" w:rsidP="004B11D4">
            <w:pPr>
              <w:pStyle w:val="BodyText"/>
              <w:spacing w:after="0"/>
              <w:rPr>
                <w:rFonts w:asciiTheme="majorHAnsi" w:hAnsiTheme="majorHAnsi" w:cs="Arial"/>
                <w:b/>
                <w:color w:val="000000" w:themeColor="text1"/>
                <w:sz w:val="28"/>
              </w:rPr>
            </w:pPr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 xml:space="preserve">D </w:t>
            </w:r>
            <w:proofErr w:type="spellStart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>D</w:t>
            </w:r>
            <w:proofErr w:type="spellEnd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 xml:space="preserve"> /M </w:t>
            </w:r>
            <w:proofErr w:type="spellStart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>M</w:t>
            </w:r>
            <w:proofErr w:type="spellEnd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 xml:space="preserve"> /Y </w:t>
            </w:r>
            <w:proofErr w:type="spellStart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>Y</w:t>
            </w:r>
            <w:proofErr w:type="spellEnd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 xml:space="preserve"> </w:t>
            </w:r>
            <w:proofErr w:type="spellStart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>Y</w:t>
            </w:r>
            <w:proofErr w:type="spellEnd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 xml:space="preserve"> </w:t>
            </w:r>
            <w:proofErr w:type="spellStart"/>
            <w:r w:rsidRPr="004B11D4">
              <w:rPr>
                <w:rFonts w:asciiTheme="majorHAnsi" w:hAnsiTheme="majorHAnsi" w:cs="Arial"/>
                <w:b/>
                <w:color w:val="D9D9D9" w:themeColor="background1" w:themeShade="D9"/>
                <w:sz w:val="28"/>
              </w:rPr>
              <w:t>Y</w:t>
            </w:r>
            <w:proofErr w:type="spellEnd"/>
          </w:p>
        </w:tc>
      </w:tr>
    </w:tbl>
    <w:p w:rsidR="00036C6A" w:rsidRPr="009E1F03" w:rsidRDefault="00036C6A" w:rsidP="00036C6A">
      <w:pPr>
        <w:pStyle w:val="BodyText"/>
        <w:rPr>
          <w:rStyle w:val="Strong"/>
          <w:rFonts w:cs="Arial"/>
          <w:sz w:val="22"/>
          <w:szCs w:val="22"/>
        </w:rPr>
      </w:pPr>
    </w:p>
    <w:p w:rsidR="00F341CD" w:rsidRDefault="00F341CD" w:rsidP="004B11D4">
      <w:pPr>
        <w:jc w:val="center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940C7D" w:rsidRPr="004B11D4" w:rsidRDefault="00F341CD" w:rsidP="004B11D4">
      <w:pPr>
        <w:jc w:val="center"/>
        <w:rPr>
          <w:rFonts w:asciiTheme="majorHAnsi" w:hAnsiTheme="majorHAnsi" w:cs="Arial"/>
          <w:color w:val="0000FF"/>
          <w:sz w:val="24"/>
          <w:szCs w:val="24"/>
        </w:rPr>
        <w:sectPr w:rsidR="00940C7D" w:rsidRPr="004B11D4" w:rsidSect="009C2BCD"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816" w:right="1460" w:bottom="1440" w:left="1170" w:header="630" w:footer="709" w:gutter="0"/>
          <w:cols w:space="708"/>
          <w:titlePg/>
          <w:docGrid w:linePitch="272"/>
        </w:sectPr>
      </w:pPr>
      <w:r w:rsidRPr="002C2968">
        <w:rPr>
          <w:rFonts w:asciiTheme="majorHAnsi" w:hAnsiTheme="majorHAnsi" w:cs="Arial"/>
          <w:color w:val="000000" w:themeColor="text1"/>
          <w:sz w:val="24"/>
          <w:szCs w:val="24"/>
        </w:rPr>
        <w:t>Please forward by email</w:t>
      </w:r>
      <w:r w:rsidR="006F6923">
        <w:rPr>
          <w:rFonts w:asciiTheme="majorHAnsi" w:hAnsiTheme="majorHAnsi" w:cs="Arial"/>
          <w:color w:val="000000" w:themeColor="text1"/>
          <w:sz w:val="24"/>
          <w:szCs w:val="24"/>
        </w:rPr>
        <w:t xml:space="preserve"> t</w:t>
      </w:r>
      <w:r w:rsidRPr="002C2968">
        <w:rPr>
          <w:rFonts w:asciiTheme="majorHAnsi" w:hAnsiTheme="majorHAnsi" w:cs="Arial"/>
          <w:color w:val="000000" w:themeColor="text1"/>
          <w:sz w:val="24"/>
          <w:szCs w:val="24"/>
        </w:rPr>
        <w:t xml:space="preserve">o TRA through the contact details listed on our website at </w:t>
      </w:r>
      <w:r w:rsidRPr="004B11D4">
        <w:rPr>
          <w:rFonts w:asciiTheme="majorHAnsi" w:hAnsiTheme="majorHAnsi" w:cs="Arial"/>
          <w:color w:val="0000FF"/>
          <w:sz w:val="24"/>
          <w:szCs w:val="24"/>
        </w:rPr>
        <w:t>www.tradesrecognitionaustralia.gov.a</w:t>
      </w:r>
      <w:r>
        <w:rPr>
          <w:rFonts w:asciiTheme="majorHAnsi" w:hAnsiTheme="majorHAnsi" w:cs="Arial"/>
          <w:color w:val="0000FF"/>
          <w:sz w:val="24"/>
          <w:szCs w:val="24"/>
        </w:rPr>
        <w:t>u</w:t>
      </w:r>
    </w:p>
    <w:p w:rsidR="009409AB" w:rsidRPr="00B314B0" w:rsidRDefault="009409AB" w:rsidP="00820B23"/>
    <w:sectPr w:rsidR="009409AB" w:rsidRPr="00B314B0" w:rsidSect="0008400F">
      <w:type w:val="continuous"/>
      <w:pgSz w:w="11900" w:h="16840"/>
      <w:pgMar w:top="1350" w:right="1370" w:bottom="1440" w:left="1170" w:header="630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1A3" w:rsidRDefault="001261A3" w:rsidP="00820B23">
      <w:r>
        <w:separator/>
      </w:r>
    </w:p>
    <w:p w:rsidR="00515884" w:rsidRDefault="00515884"/>
  </w:endnote>
  <w:endnote w:type="continuationSeparator" w:id="0">
    <w:p w:rsidR="001261A3" w:rsidRDefault="001261A3" w:rsidP="00820B23">
      <w:r>
        <w:continuationSeparator/>
      </w:r>
    </w:p>
    <w:p w:rsidR="00515884" w:rsidRDefault="005158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933913"/>
      <w:docPartObj>
        <w:docPartGallery w:val="Page Numbers (Bottom of Page)"/>
        <w:docPartUnique/>
      </w:docPartObj>
    </w:sdtPr>
    <w:sdtEndPr/>
    <w:sdtContent>
      <w:sdt>
        <w:sdtPr>
          <w:id w:val="-297760258"/>
          <w:docPartObj>
            <w:docPartGallery w:val="Page Numbers (Top of Page)"/>
            <w:docPartUnique/>
          </w:docPartObj>
        </w:sdtPr>
        <w:sdtEndPr/>
        <w:sdtContent>
          <w:p w:rsidR="00F341CD" w:rsidRDefault="00AA1D27" w:rsidP="009C2BCD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 w:rsidRPr="0065678D">
              <w:rPr>
                <w:b/>
                <w:bCs/>
                <w:sz w:val="24"/>
                <w:szCs w:val="24"/>
              </w:rPr>
              <w:fldChar w:fldCharType="begin"/>
            </w:r>
            <w:r w:rsidRPr="0065678D">
              <w:rPr>
                <w:b/>
                <w:bCs/>
              </w:rPr>
              <w:instrText xml:space="preserve"> PAGE </w:instrText>
            </w:r>
            <w:r w:rsidRPr="0065678D">
              <w:rPr>
                <w:b/>
                <w:bCs/>
                <w:sz w:val="24"/>
                <w:szCs w:val="24"/>
              </w:rPr>
              <w:fldChar w:fldCharType="separate"/>
            </w:r>
            <w:r w:rsidR="002E4734">
              <w:rPr>
                <w:b/>
                <w:bCs/>
                <w:noProof/>
              </w:rPr>
              <w:t>2</w:t>
            </w:r>
            <w:r w:rsidRPr="0065678D">
              <w:rPr>
                <w:b/>
                <w:bCs/>
                <w:sz w:val="24"/>
                <w:szCs w:val="24"/>
              </w:rPr>
              <w:fldChar w:fldCharType="end"/>
            </w:r>
            <w:r w:rsidRPr="0065678D">
              <w:t xml:space="preserve"> of </w:t>
            </w:r>
            <w:r w:rsidRPr="0065678D">
              <w:rPr>
                <w:b/>
                <w:bCs/>
                <w:sz w:val="24"/>
                <w:szCs w:val="24"/>
              </w:rPr>
              <w:fldChar w:fldCharType="begin"/>
            </w:r>
            <w:r w:rsidRPr="0065678D">
              <w:rPr>
                <w:b/>
                <w:bCs/>
              </w:rPr>
              <w:instrText xml:space="preserve"> NUMPAGES  </w:instrText>
            </w:r>
            <w:r w:rsidRPr="0065678D">
              <w:rPr>
                <w:b/>
                <w:bCs/>
                <w:sz w:val="24"/>
                <w:szCs w:val="24"/>
              </w:rPr>
              <w:fldChar w:fldCharType="separate"/>
            </w:r>
            <w:r w:rsidR="002E4734">
              <w:rPr>
                <w:b/>
                <w:bCs/>
                <w:noProof/>
              </w:rPr>
              <w:t>2</w:t>
            </w:r>
            <w:r w:rsidRPr="0065678D">
              <w:rPr>
                <w:b/>
                <w:bCs/>
                <w:sz w:val="24"/>
                <w:szCs w:val="24"/>
              </w:rPr>
              <w:fldChar w:fldCharType="end"/>
            </w:r>
            <w:r w:rsidRPr="0065678D">
              <w:rPr>
                <w:b/>
                <w:bCs/>
                <w:sz w:val="24"/>
                <w:szCs w:val="24"/>
              </w:rPr>
              <w:t xml:space="preserve">   </w:t>
            </w:r>
          </w:p>
          <w:p w:rsidR="00AA1D27" w:rsidRDefault="00AA1D27" w:rsidP="009C2BCD">
            <w:pPr>
              <w:pStyle w:val="Footer"/>
              <w:jc w:val="right"/>
            </w:pPr>
            <w:r w:rsidRPr="0065678D">
              <w:rPr>
                <w:noProof/>
              </w:rPr>
              <w:t>Customer sati</w:t>
            </w:r>
            <w:r w:rsidR="009C2BCD">
              <w:rPr>
                <w:noProof/>
              </w:rPr>
              <w:t>s</w:t>
            </w:r>
            <w:r w:rsidRPr="0065678D">
              <w:rPr>
                <w:noProof/>
              </w:rPr>
              <w:t xml:space="preserve">faction form </w:t>
            </w:r>
            <w:r w:rsidR="005B135A">
              <w:rPr>
                <w:noProof/>
              </w:rPr>
              <w:t>April 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1CD" w:rsidRDefault="00820B23" w:rsidP="009C2BCD">
    <w:pPr>
      <w:pStyle w:val="Footer"/>
      <w:jc w:val="right"/>
      <w:rPr>
        <w:noProof/>
      </w:rPr>
    </w:pPr>
    <w:r w:rsidRPr="009409AB">
      <w:t>Page</w:t>
    </w:r>
    <w:r>
      <w:t xml:space="preserve"> </w:t>
    </w:r>
    <w:r w:rsidRPr="009409AB">
      <w:fldChar w:fldCharType="begin"/>
    </w:r>
    <w:r w:rsidRPr="009409AB">
      <w:instrText xml:space="preserve"> PAGE </w:instrText>
    </w:r>
    <w:r w:rsidRPr="009409AB">
      <w:fldChar w:fldCharType="separate"/>
    </w:r>
    <w:r w:rsidR="002E4734">
      <w:rPr>
        <w:noProof/>
      </w:rPr>
      <w:t>1</w:t>
    </w:r>
    <w:r w:rsidRPr="009409AB">
      <w:fldChar w:fldCharType="end"/>
    </w:r>
    <w:r w:rsidRPr="009409AB">
      <w:t xml:space="preserve"> of </w:t>
    </w:r>
    <w:fldSimple w:instr=" NUMPAGES ">
      <w:r w:rsidR="002E4734">
        <w:rPr>
          <w:noProof/>
        </w:rPr>
        <w:t>2</w:t>
      </w:r>
    </w:fldSimple>
    <w:r w:rsidR="00036C6A">
      <w:rPr>
        <w:noProof/>
      </w:rPr>
      <w:t xml:space="preserve"> </w:t>
    </w:r>
  </w:p>
  <w:p w:rsidR="00820B23" w:rsidRDefault="00036C6A" w:rsidP="009C2BCD">
    <w:pPr>
      <w:pStyle w:val="Footer"/>
      <w:jc w:val="right"/>
    </w:pPr>
    <w:r w:rsidRPr="0065678D">
      <w:rPr>
        <w:noProof/>
      </w:rPr>
      <w:t>Customer sati</w:t>
    </w:r>
    <w:r w:rsidR="009C2BCD">
      <w:rPr>
        <w:noProof/>
      </w:rPr>
      <w:t>s</w:t>
    </w:r>
    <w:r w:rsidRPr="0065678D">
      <w:rPr>
        <w:noProof/>
      </w:rPr>
      <w:t xml:space="preserve">faction form </w:t>
    </w:r>
    <w:r w:rsidR="005B135A">
      <w:rPr>
        <w:noProof/>
      </w:rPr>
      <w:t>April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1A3" w:rsidRDefault="001261A3" w:rsidP="00820B23">
      <w:r>
        <w:separator/>
      </w:r>
    </w:p>
    <w:p w:rsidR="00515884" w:rsidRDefault="00515884"/>
  </w:footnote>
  <w:footnote w:type="continuationSeparator" w:id="0">
    <w:p w:rsidR="001261A3" w:rsidRDefault="001261A3" w:rsidP="00820B23">
      <w:r>
        <w:continuationSeparator/>
      </w:r>
    </w:p>
    <w:p w:rsidR="00515884" w:rsidRDefault="005158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3" w:rsidRDefault="002E4734" w:rsidP="00820B23">
    <w:r w:rsidRPr="002E4734">
      <w:rPr>
        <w:noProof/>
        <w:lang w:eastAsia="en-AU"/>
      </w:rPr>
      <w:drawing>
        <wp:inline distT="0" distB="0" distL="0" distR="0">
          <wp:extent cx="2676525" cy="857250"/>
          <wp:effectExtent l="0" t="0" r="9525" b="0"/>
          <wp:docPr id="1" name="Picture 1" descr="C:\Users\BS2753\AppData\Local\Microsoft\Windows\INetCache\Content.Outlook\AY44DR4F\200203 Logo 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2753\AppData\Local\Microsoft\Windows\INetCache\Content.Outlook\AY44DR4F\200203 Logo Stack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CBCC4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48AFF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EF0CA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5846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01C54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1E25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F0FC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1205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5633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F6EE4C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22C2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034355"/>
    <w:multiLevelType w:val="hybridMultilevel"/>
    <w:tmpl w:val="CBBEE854"/>
    <w:lvl w:ilvl="0" w:tplc="E9C602DC">
      <w:start w:val="1"/>
      <w:numFmt w:val="bullet"/>
      <w:pStyle w:val="List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A2709"/>
    <w:multiLevelType w:val="hybridMultilevel"/>
    <w:tmpl w:val="838858DA"/>
    <w:lvl w:ilvl="0" w:tplc="01B2C8A6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1334E77"/>
    <w:multiLevelType w:val="hybridMultilevel"/>
    <w:tmpl w:val="8CD2C44E"/>
    <w:lvl w:ilvl="0" w:tplc="6A7A2778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F33993"/>
    <w:multiLevelType w:val="hybridMultilevel"/>
    <w:tmpl w:val="82AA2ABC"/>
    <w:lvl w:ilvl="0" w:tplc="F288EA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47C95"/>
    <w:multiLevelType w:val="multilevel"/>
    <w:tmpl w:val="838858DA"/>
    <w:lvl w:ilvl="0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66D232C"/>
    <w:multiLevelType w:val="hybridMultilevel"/>
    <w:tmpl w:val="D09A4400"/>
    <w:lvl w:ilvl="0" w:tplc="FFF62014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8804116"/>
    <w:multiLevelType w:val="hybridMultilevel"/>
    <w:tmpl w:val="5B38D24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4630C"/>
    <w:multiLevelType w:val="hybridMultilevel"/>
    <w:tmpl w:val="A4085526"/>
    <w:lvl w:ilvl="0" w:tplc="01B2C8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23402"/>
    <w:multiLevelType w:val="multilevel"/>
    <w:tmpl w:val="72628542"/>
    <w:lvl w:ilvl="0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2015B7E"/>
    <w:multiLevelType w:val="hybridMultilevel"/>
    <w:tmpl w:val="72628542"/>
    <w:lvl w:ilvl="0" w:tplc="9C24241C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5F454E9"/>
    <w:multiLevelType w:val="multilevel"/>
    <w:tmpl w:val="A408552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257FC"/>
    <w:multiLevelType w:val="multilevel"/>
    <w:tmpl w:val="9252C7F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73B47"/>
    <w:multiLevelType w:val="multilevel"/>
    <w:tmpl w:val="2BD62114"/>
    <w:lvl w:ilvl="0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15"/>
  </w:num>
  <w:num w:numId="5">
    <w:abstractNumId w:val="16"/>
  </w:num>
  <w:num w:numId="6">
    <w:abstractNumId w:val="23"/>
  </w:num>
  <w:num w:numId="7">
    <w:abstractNumId w:val="20"/>
  </w:num>
  <w:num w:numId="8">
    <w:abstractNumId w:val="19"/>
  </w:num>
  <w:num w:numId="9">
    <w:abstractNumId w:val="21"/>
  </w:num>
  <w:num w:numId="10">
    <w:abstractNumId w:val="14"/>
  </w:num>
  <w:num w:numId="11">
    <w:abstractNumId w:val="0"/>
  </w:num>
  <w:num w:numId="12">
    <w:abstractNumId w:val="2"/>
  </w:num>
  <w:num w:numId="13">
    <w:abstractNumId w:val="1"/>
  </w:num>
  <w:num w:numId="14">
    <w:abstractNumId w:val="9"/>
  </w:num>
  <w:num w:numId="15">
    <w:abstractNumId w:val="4"/>
  </w:num>
  <w:num w:numId="16">
    <w:abstractNumId w:val="3"/>
  </w:num>
  <w:num w:numId="17">
    <w:abstractNumId w:val="6"/>
  </w:num>
  <w:num w:numId="18">
    <w:abstractNumId w:val="5"/>
  </w:num>
  <w:num w:numId="19">
    <w:abstractNumId w:val="8"/>
  </w:num>
  <w:num w:numId="20">
    <w:abstractNumId w:val="7"/>
  </w:num>
  <w:num w:numId="21">
    <w:abstractNumId w:val="10"/>
  </w:num>
  <w:num w:numId="22">
    <w:abstractNumId w:val="22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A3"/>
    <w:rsid w:val="00007D50"/>
    <w:rsid w:val="00010F26"/>
    <w:rsid w:val="00032AC1"/>
    <w:rsid w:val="00036C6A"/>
    <w:rsid w:val="0008400F"/>
    <w:rsid w:val="001261A3"/>
    <w:rsid w:val="001569C4"/>
    <w:rsid w:val="00172ED5"/>
    <w:rsid w:val="0017686B"/>
    <w:rsid w:val="002809F4"/>
    <w:rsid w:val="002A7839"/>
    <w:rsid w:val="002E4734"/>
    <w:rsid w:val="003106BA"/>
    <w:rsid w:val="0032519F"/>
    <w:rsid w:val="00325590"/>
    <w:rsid w:val="00391A30"/>
    <w:rsid w:val="003963BD"/>
    <w:rsid w:val="003D23A9"/>
    <w:rsid w:val="003F5770"/>
    <w:rsid w:val="003F61C6"/>
    <w:rsid w:val="00407CDF"/>
    <w:rsid w:val="00410FB9"/>
    <w:rsid w:val="00421E8E"/>
    <w:rsid w:val="00444C4D"/>
    <w:rsid w:val="004B11D4"/>
    <w:rsid w:val="00515884"/>
    <w:rsid w:val="00554A2D"/>
    <w:rsid w:val="00556510"/>
    <w:rsid w:val="0058758C"/>
    <w:rsid w:val="005B135A"/>
    <w:rsid w:val="00614099"/>
    <w:rsid w:val="0065678D"/>
    <w:rsid w:val="0068493A"/>
    <w:rsid w:val="006F6923"/>
    <w:rsid w:val="00700AF8"/>
    <w:rsid w:val="00711255"/>
    <w:rsid w:val="007E629C"/>
    <w:rsid w:val="00820B23"/>
    <w:rsid w:val="00824C10"/>
    <w:rsid w:val="008934C3"/>
    <w:rsid w:val="0094064A"/>
    <w:rsid w:val="009409AB"/>
    <w:rsid w:val="00940C7D"/>
    <w:rsid w:val="00966D54"/>
    <w:rsid w:val="009912F9"/>
    <w:rsid w:val="009C2BCD"/>
    <w:rsid w:val="009E1F03"/>
    <w:rsid w:val="00A07D6D"/>
    <w:rsid w:val="00A506F4"/>
    <w:rsid w:val="00AA1D27"/>
    <w:rsid w:val="00AA5942"/>
    <w:rsid w:val="00AE5AB2"/>
    <w:rsid w:val="00B10E91"/>
    <w:rsid w:val="00B62796"/>
    <w:rsid w:val="00B6490B"/>
    <w:rsid w:val="00BC435A"/>
    <w:rsid w:val="00C6662E"/>
    <w:rsid w:val="00C7763A"/>
    <w:rsid w:val="00C82E26"/>
    <w:rsid w:val="00CF7491"/>
    <w:rsid w:val="00D50009"/>
    <w:rsid w:val="00D53132"/>
    <w:rsid w:val="00D56143"/>
    <w:rsid w:val="00DB1904"/>
    <w:rsid w:val="00E4008E"/>
    <w:rsid w:val="00ED7704"/>
    <w:rsid w:val="00F341CD"/>
    <w:rsid w:val="00F56795"/>
    <w:rsid w:val="00F82B9F"/>
    <w:rsid w:val="00FB54EB"/>
    <w:rsid w:val="00FC655C"/>
    <w:rsid w:val="00FD454D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oNotEmbedSmartTags/>
  <w:decimalSymbol w:val="."/>
  <w:listSeparator w:val=","/>
  <w14:docId w14:val="76E6E9DD"/>
  <w15:docId w15:val="{2569112D-7504-49A0-89AA-EB582583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20B23"/>
    <w:pPr>
      <w:spacing w:line="300" w:lineRule="auto"/>
    </w:pPr>
    <w:rPr>
      <w:rFonts w:ascii="Arial" w:hAnsi="Arial"/>
      <w:szCs w:val="28"/>
    </w:rPr>
  </w:style>
  <w:style w:type="paragraph" w:styleId="Heading1">
    <w:name w:val="heading 1"/>
    <w:basedOn w:val="Normal"/>
    <w:next w:val="Normal"/>
    <w:autoRedefine/>
    <w:qFormat/>
    <w:rsid w:val="00F56795"/>
    <w:pPr>
      <w:keepNext/>
      <w:spacing w:after="200"/>
      <w:outlineLvl w:val="0"/>
    </w:pPr>
    <w:rPr>
      <w:b/>
      <w:color w:val="005677"/>
      <w:spacing w:val="5"/>
      <w:kern w:val="32"/>
      <w:sz w:val="48"/>
      <w:szCs w:val="32"/>
    </w:rPr>
  </w:style>
  <w:style w:type="paragraph" w:styleId="Heading2">
    <w:name w:val="heading 2"/>
    <w:basedOn w:val="Normal"/>
    <w:next w:val="Normal"/>
    <w:autoRedefine/>
    <w:qFormat/>
    <w:rsid w:val="00F56795"/>
    <w:pPr>
      <w:keepNext/>
      <w:spacing w:after="200"/>
      <w:outlineLvl w:val="1"/>
    </w:pPr>
    <w:rPr>
      <w:rFonts w:cs="Arial"/>
      <w:b/>
      <w:bCs/>
      <w:iCs/>
      <w:color w:val="005677"/>
      <w:sz w:val="36"/>
    </w:rPr>
  </w:style>
  <w:style w:type="paragraph" w:styleId="Heading3">
    <w:name w:val="heading 3"/>
    <w:basedOn w:val="Normal"/>
    <w:next w:val="Normal"/>
    <w:autoRedefine/>
    <w:qFormat/>
    <w:rsid w:val="00820B23"/>
    <w:pPr>
      <w:keepNext/>
      <w:spacing w:after="200"/>
      <w:outlineLvl w:val="2"/>
    </w:pPr>
    <w:rPr>
      <w:rFonts w:cs="Arial"/>
      <w:b/>
      <w:bCs/>
      <w:color w:val="333333"/>
      <w:sz w:val="32"/>
      <w:szCs w:val="26"/>
    </w:rPr>
  </w:style>
  <w:style w:type="paragraph" w:styleId="Heading4">
    <w:name w:val="heading 4"/>
    <w:basedOn w:val="Normal"/>
    <w:next w:val="Normal"/>
    <w:qFormat/>
    <w:rsid w:val="00820B23"/>
    <w:pPr>
      <w:spacing w:after="200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63D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9409A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semiHidden/>
    <w:rsid w:val="00B314B0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2E0EB3"/>
    <w:pPr>
      <w:shd w:val="clear" w:color="auto" w:fill="000080"/>
    </w:pPr>
    <w:rPr>
      <w:rFonts w:ascii="Tahoma" w:hAnsi="Tahoma" w:cs="Tahoma"/>
      <w:szCs w:val="20"/>
    </w:rPr>
  </w:style>
  <w:style w:type="paragraph" w:styleId="ListNumber">
    <w:name w:val="List Number"/>
    <w:basedOn w:val="Normal"/>
    <w:autoRedefine/>
    <w:rsid w:val="00820B23"/>
    <w:pPr>
      <w:numPr>
        <w:numId w:val="14"/>
      </w:numPr>
      <w:spacing w:after="200"/>
      <w:ind w:left="0" w:firstLine="0"/>
    </w:pPr>
  </w:style>
  <w:style w:type="character" w:styleId="Emphasis">
    <w:name w:val="Emphasis"/>
    <w:qFormat/>
    <w:rsid w:val="00820B23"/>
    <w:rPr>
      <w:i/>
    </w:rPr>
  </w:style>
  <w:style w:type="paragraph" w:styleId="NormalIndent">
    <w:name w:val="Normal Indent"/>
    <w:basedOn w:val="Normal"/>
    <w:autoRedefine/>
    <w:semiHidden/>
    <w:rsid w:val="009409AB"/>
    <w:pPr>
      <w:ind w:left="720"/>
    </w:pPr>
  </w:style>
  <w:style w:type="character" w:styleId="Strong">
    <w:name w:val="Strong"/>
    <w:qFormat/>
    <w:rsid w:val="00820B23"/>
    <w:rPr>
      <w:b/>
    </w:rPr>
  </w:style>
  <w:style w:type="table" w:customStyle="1" w:styleId="FactsheetTable">
    <w:name w:val="Factsheet Table"/>
    <w:basedOn w:val="TableNormal"/>
    <w:rsid w:val="00820B23"/>
    <w:rPr>
      <w:rFonts w:ascii="Arial" w:hAnsi="Aria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ymbol" w:hAnsi="Symbol"/>
        <w:b/>
        <w:color w:val="auto"/>
        <w:sz w:val="20"/>
      </w:rPr>
    </w:tblStylePr>
    <w:tblStylePr w:type="lastRow">
      <w:rPr>
        <w:sz w:val="20"/>
      </w:rPr>
    </w:tblStylePr>
    <w:tblStylePr w:type="firstCol">
      <w:rPr>
        <w:b/>
        <w:sz w:val="20"/>
      </w:rPr>
    </w:tblStylePr>
    <w:tblStylePr w:type="lastCol">
      <w:rPr>
        <w:sz w:val="20"/>
      </w:rPr>
    </w:tblStylePr>
    <w:tblStylePr w:type="band1Vert">
      <w:rPr>
        <w:sz w:val="20"/>
      </w:rPr>
    </w:tblStylePr>
    <w:tblStylePr w:type="band2Vert">
      <w:rPr>
        <w:sz w:val="20"/>
      </w:rPr>
    </w:tblStylePr>
    <w:tblStylePr w:type="band1Horz">
      <w:rPr>
        <w:sz w:val="20"/>
      </w:rPr>
    </w:tblStylePr>
    <w:tblStylePr w:type="band2Horz">
      <w:rPr>
        <w:sz w:val="20"/>
      </w:rPr>
    </w:tblStylePr>
    <w:tblStylePr w:type="neCell">
      <w:rPr>
        <w:sz w:val="20"/>
      </w:rPr>
    </w:tblStylePr>
    <w:tblStylePr w:type="nwCell">
      <w:rPr>
        <w:sz w:val="20"/>
      </w:rPr>
    </w:tblStylePr>
    <w:tblStylePr w:type="seCell">
      <w:rPr>
        <w:sz w:val="20"/>
      </w:rPr>
    </w:tblStylePr>
    <w:tblStylePr w:type="swCell">
      <w:rPr>
        <w:sz w:val="20"/>
      </w:rPr>
    </w:tblStylePr>
  </w:style>
  <w:style w:type="paragraph" w:styleId="BodyText">
    <w:name w:val="Body Text"/>
    <w:basedOn w:val="Normal"/>
    <w:rsid w:val="00820B23"/>
    <w:pPr>
      <w:spacing w:after="200"/>
    </w:pPr>
  </w:style>
  <w:style w:type="paragraph" w:styleId="BodyTextIndent">
    <w:name w:val="Body Text Indent"/>
    <w:basedOn w:val="Normal"/>
    <w:rsid w:val="00820B23"/>
    <w:pPr>
      <w:spacing w:after="120"/>
      <w:ind w:left="283"/>
    </w:pPr>
  </w:style>
  <w:style w:type="paragraph" w:styleId="ListBullet">
    <w:name w:val="List Bullet"/>
    <w:basedOn w:val="Normal"/>
    <w:autoRedefine/>
    <w:rsid w:val="00820B23"/>
    <w:pPr>
      <w:numPr>
        <w:numId w:val="24"/>
      </w:numPr>
      <w:tabs>
        <w:tab w:val="clear" w:pos="720"/>
        <w:tab w:val="left" w:pos="357"/>
      </w:tabs>
      <w:spacing w:after="200"/>
      <w:ind w:left="0" w:firstLine="0"/>
    </w:pPr>
    <w:rPr>
      <w:noProof/>
      <w:color w:val="333333"/>
    </w:rPr>
  </w:style>
  <w:style w:type="paragraph" w:styleId="Caption">
    <w:name w:val="caption"/>
    <w:basedOn w:val="Normal"/>
    <w:next w:val="Normal"/>
    <w:qFormat/>
    <w:rsid w:val="00820B23"/>
    <w:pPr>
      <w:spacing w:after="120"/>
    </w:pPr>
    <w:rPr>
      <w:rFonts w:eastAsia="MS Mincho"/>
      <w:b/>
      <w:sz w:val="18"/>
      <w:lang w:val="en-US"/>
    </w:rPr>
  </w:style>
  <w:style w:type="paragraph" w:styleId="BlockText">
    <w:name w:val="Block Text"/>
    <w:basedOn w:val="Normal"/>
    <w:rsid w:val="00820B23"/>
    <w:pPr>
      <w:spacing w:after="200"/>
      <w:ind w:left="357" w:right="357"/>
    </w:pPr>
    <w:rPr>
      <w:rFonts w:eastAsia="MS Mincho"/>
      <w:color w:val="000000"/>
      <w:lang w:val="en-US"/>
    </w:rPr>
  </w:style>
  <w:style w:type="paragraph" w:styleId="BalloonText">
    <w:name w:val="Balloon Text"/>
    <w:basedOn w:val="Normal"/>
    <w:link w:val="BalloonTextChar"/>
    <w:rsid w:val="00F5679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5679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rsid w:val="00036C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AA1D27"/>
    <w:rPr>
      <w:rFonts w:ascii="Arial" w:hAnsi="Arial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traenquiries@dese.gov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cludeInNotificationsAndUpdates xmlns="c8e98363-293f-4e1f-adeb-21964b0adf5a">true</IncludeInNotificationsAndUpdates>
    <CorePublishingComments xmlns="c8e98363-293f-4e1f-adeb-21964b0adf5a">Customer Satisfaction Form (Sept 2014)</CorePublishingComments>
    <IPSCategory xmlns="c8e98363-293f-4e1f-adeb-21964b0adf5a" xsi:nil="true"/>
    <IncludeInContentRollups xmlns="c8e98363-293f-4e1f-adeb-21964b0adf5a">false</IncludeInContentRollups>
    <KeywordsLookupField xmlns="6c2c5765-952c-4e19-adb4-9216d09af5b2"/>
    <PublishingExpirationDate xmlns="http://schemas.microsoft.com/sharepoint/v3" xsi:nil="true"/>
    <DocumentRollupCategory xmlns="6c2c5765-952c-4e19-adb4-9216d09af5b2"/>
    <CorePublishingDocumentCategory xmlns="6c2c5765-952c-4e19-adb4-9216d09af5b2" xsi:nil="true"/>
    <PublishingStartDate xmlns="http://schemas.microsoft.com/sharepoint/v3" xsi:nil="true"/>
    <CorePublishingDocumentChangeDescription xmlns="c8e98363-293f-4e1f-adeb-21964b0adf5a" xsi:nil="true"/>
    <CorePublishingDocumentContact xmlns="c8e98363-293f-4e1f-adeb-21964b0adf5a">
      <UserInfo>
        <DisplayName>Stoewer, Brian</DisplayName>
        <AccountId>39</AccountId>
        <AccountType/>
      </UserInfo>
    </CorePublishingDocumentContact>
    <SubjectLookupField xmlns="6c2c5765-952c-4e19-adb4-9216d09af5b2"/>
    <CorePublishingFileReference xmlns="c8e98363-293f-4e1f-adeb-21964b0adf5a">Customer Satisfaction Form (Mar 2016)</CorePublishingFileReference>
    <IncludeInRSSFeeds xmlns="c8e98363-293f-4e1f-adeb-21964b0adf5a">false</IncludeInRSSFeed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EF5CE5C306560C46B8A65C454E674D7B" ma:contentTypeVersion="76" ma:contentTypeDescription="Core Publishing Document, inherited from OOTB document." ma:contentTypeScope="" ma:versionID="4038120d917757cd1d3014528cdf49b6">
  <xsd:schema xmlns:xsd="http://www.w3.org/2001/XMLSchema" xmlns:xs="http://www.w3.org/2001/XMLSchema" xmlns:p="http://schemas.microsoft.com/office/2006/metadata/properties" xmlns:ns1="http://schemas.microsoft.com/sharepoint/v3" xmlns:ns2="c8e98363-293f-4e1f-adeb-21964b0adf5a" xmlns:ns3="6c2c5765-952c-4e19-adb4-9216d09af5b2" targetNamespace="http://schemas.microsoft.com/office/2006/metadata/properties" ma:root="true" ma:fieldsID="2ad3cbfdffb62dc491d48a62ed5c67bf" ns1:_="" ns2:_="" ns3:_="">
    <xsd:import namespace="http://schemas.microsoft.com/sharepoint/v3"/>
    <xsd:import namespace="c8e98363-293f-4e1f-adeb-21964b0adf5a"/>
    <xsd:import namespace="6c2c5765-952c-4e19-adb4-9216d09af5b2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98363-293f-4e1f-adeb-21964b0adf5a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ma:displayName="Document Contact" ma:list="UserInfo" ma:internalName="CorePublishingDocument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ma:displayName="File Reference" ma:description="Audit Requirement." ma:internalName="CorePublishingFileReferenc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5765-952c-4e19-adb4-9216d09af5b2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d1bf1fd4-5772-4e7b-8fc5-3512a0b4766a" ma:internalName="SubjectLookupField" ma:web="6c2c5765-952c-4e19-adb4-9216d09af5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e5ef9579-b499-490c-b3a7-0677f8b7ff11" ma:internalName="KeywordsLookupField" ma:web="6c2c5765-952c-4e19-adb4-9216d09af5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93288d12-1efa-466e-a8d7-7f3f3b5228a0}" ma:internalName="CorePublishingDocumentCategory" ma:showField="Title" ma:web="{6c2c5765-952c-4e19-adb4-9216d09af5b2}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5947f74f-7f8d-4325-9a1e-f59fd2982267}" ma:internalName="DocumentRollupCategory" ma:showField="Title" ma:web="{6c2c5765-952c-4e19-adb4-9216d09af5b2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EC227E-848E-476B-801E-603CD4DA227C}">
  <ds:schemaRefs>
    <ds:schemaRef ds:uri="http://purl.org/dc/terms/"/>
    <ds:schemaRef ds:uri="c8e98363-293f-4e1f-adeb-21964b0adf5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6c2c5765-952c-4e19-adb4-9216d09af5b2"/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80C856-976C-4A9C-9B51-2B8569448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8e98363-293f-4e1f-adeb-21964b0adf5a"/>
    <ds:schemaRef ds:uri="6c2c5765-952c-4e19-adb4-9216d09af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B6E5F-5F50-40BF-AB90-DD1710E7C7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32C3C246.dotm</Template>
  <TotalTime>6</TotalTime>
  <Pages>2</Pages>
  <Words>196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customersatisfactionform</vt:lpstr>
    </vt:vector>
  </TitlesOfParts>
  <Company>DIISR</Company>
  <LinksUpToDate>false</LinksUpToDate>
  <CharactersWithSpaces>1328</CharactersWithSpaces>
  <SharedDoc>false</SharedDoc>
  <HLinks>
    <vt:vector size="6" baseType="variant">
      <vt:variant>
        <vt:i4>1572983</vt:i4>
      </vt:variant>
      <vt:variant>
        <vt:i4>-1</vt:i4>
      </vt:variant>
      <vt:variant>
        <vt:i4>2050</vt:i4>
      </vt:variant>
      <vt:variant>
        <vt:i4>1</vt:i4>
      </vt:variant>
      <vt:variant>
        <vt:lpwstr>Word light header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customersatisfactionform</dc:title>
  <dc:creator>Kinnish, Krystal</dc:creator>
  <cp:lastModifiedBy>STOEWER,Brian</cp:lastModifiedBy>
  <cp:revision>6</cp:revision>
  <cp:lastPrinted>2018-03-26T05:27:00Z</cp:lastPrinted>
  <dcterms:created xsi:type="dcterms:W3CDTF">2018-03-26T00:25:00Z</dcterms:created>
  <dcterms:modified xsi:type="dcterms:W3CDTF">2020-02-10T00:18:00Z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ContentTypeId">
    <vt:lpwstr>0x01010097F86F0C24D64525B252BB20BD9D45A700EF5CE5C306560C46B8A65C454E674D7B</vt:lpwstr>
  </property>
</Properties>
</file>